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199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411"/>
        <w:gridCol w:w="283"/>
        <w:gridCol w:w="1254"/>
        <w:gridCol w:w="163"/>
        <w:gridCol w:w="2052"/>
        <w:gridCol w:w="931"/>
        <w:gridCol w:w="550"/>
        <w:gridCol w:w="7"/>
        <w:gridCol w:w="1002"/>
        <w:gridCol w:w="1546"/>
        <w:gridCol w:w="722"/>
        <w:gridCol w:w="1278"/>
      </w:tblGrid>
      <w:tr w:rsidR="007D67CD" w:rsidRPr="007D67CD" w:rsidTr="008C2CD5">
        <w:trPr>
          <w:trHeight w:val="315"/>
        </w:trPr>
        <w:tc>
          <w:tcPr>
            <w:tcW w:w="11199" w:type="dxa"/>
            <w:gridSpan w:val="12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:rsidR="007D67CD" w:rsidRPr="007D67CD" w:rsidRDefault="00D95364" w:rsidP="00B51902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 w:rsidRPr="00D95364">
              <w:rPr>
                <w:rFonts w:ascii="Verdana" w:hAnsi="Verdana"/>
                <w:b/>
                <w:noProof/>
                <w:sz w:val="20"/>
                <w:szCs w:val="20"/>
                <w:lang w:val="en-US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left:0;text-align:left;margin-left:415.25pt;margin-top:2.05pt;width:86.2pt;height:27.35pt;z-index:251658752" stroked="f">
                  <v:textbox style="mso-next-textbox:#_x0000_s1026">
                    <w:txbxContent>
                      <w:p w:rsidR="002B629B" w:rsidRPr="002B629B" w:rsidRDefault="002B629B" w:rsidP="002B629B">
                        <w:pPr>
                          <w:jc w:val="center"/>
                          <w:rPr>
                            <w:rFonts w:ascii="Arial Rounded MT Bold" w:hAnsi="Arial Rounded MT Bold"/>
                            <w:sz w:val="32"/>
                            <w:lang w:val="en-US"/>
                          </w:rPr>
                        </w:pPr>
                        <w:proofErr w:type="spellStart"/>
                        <w:r w:rsidRPr="002B629B">
                          <w:rPr>
                            <w:rFonts w:ascii="Arial Rounded MT Bold" w:hAnsi="Arial Rounded MT Bold"/>
                            <w:sz w:val="32"/>
                            <w:lang w:val="en-US"/>
                          </w:rPr>
                          <w:t>Maths</w:t>
                        </w:r>
                        <w:proofErr w:type="spellEnd"/>
                        <w:r>
                          <w:rPr>
                            <w:rFonts w:ascii="Arial Rounded MT Bold" w:hAnsi="Arial Rounded MT Bold"/>
                            <w:sz w:val="32"/>
                            <w:lang w:val="en-US"/>
                          </w:rPr>
                          <w:t xml:space="preserve"> K</w:t>
                        </w:r>
                      </w:p>
                      <w:p w:rsidR="002B629B" w:rsidRPr="002B629B" w:rsidRDefault="002B629B">
                        <w:pPr>
                          <w:rPr>
                            <w:lang w:val="en-US"/>
                          </w:rPr>
                        </w:pPr>
                      </w:p>
                    </w:txbxContent>
                  </v:textbox>
                </v:shape>
              </w:pict>
            </w:r>
            <w:r w:rsidR="002F4B32">
              <w:rPr>
                <w:rFonts w:ascii="Verdana" w:hAnsi="Verdana"/>
                <w:b/>
                <w:noProof/>
                <w:sz w:val="20"/>
                <w:szCs w:val="20"/>
                <w:lang w:val="es-CO" w:eastAsia="es-CO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6582410</wp:posOffset>
                  </wp:positionH>
                  <wp:positionV relativeFrom="paragraph">
                    <wp:posOffset>-43815</wp:posOffset>
                  </wp:positionV>
                  <wp:extent cx="371475" cy="487045"/>
                  <wp:effectExtent l="19050" t="0" r="9525" b="0"/>
                  <wp:wrapNone/>
                  <wp:docPr id="2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4870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D67CD" w:rsidRPr="007D67CD">
              <w:rPr>
                <w:rFonts w:ascii="Verdana" w:hAnsi="Verdana"/>
                <w:b/>
                <w:sz w:val="20"/>
                <w:szCs w:val="20"/>
                <w:lang w:val="es-CO"/>
              </w:rPr>
              <w:t>COLEGIO COLOMBO BRITÁNICO</w:t>
            </w:r>
          </w:p>
          <w:p w:rsidR="007D67CD" w:rsidRPr="007D67CD" w:rsidRDefault="0068273A" w:rsidP="00B51902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sz w:val="20"/>
                <w:szCs w:val="20"/>
                <w:lang w:val="es-CO"/>
              </w:rPr>
              <w:t>SCHOOL YEAR 2010-2011</w:t>
            </w:r>
            <w:r w:rsidR="009A3E65">
              <w:rPr>
                <w:rFonts w:ascii="Verdana" w:hAnsi="Verdana"/>
                <w:b/>
                <w:sz w:val="20"/>
                <w:szCs w:val="20"/>
                <w:lang w:val="es-CO"/>
              </w:rPr>
              <w:t xml:space="preserve">                     </w:t>
            </w:r>
          </w:p>
          <w:p w:rsidR="007D67CD" w:rsidRPr="007D67CD" w:rsidRDefault="007D67CD" w:rsidP="00B51902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sz w:val="20"/>
                <w:szCs w:val="20"/>
                <w:lang w:val="es-CO"/>
              </w:rPr>
              <w:t>LEARNING EXPERIENCE PLAN</w:t>
            </w:r>
            <w:r w:rsidR="00B72BA3">
              <w:rPr>
                <w:rFonts w:ascii="Verdana" w:hAnsi="Verdana"/>
                <w:b/>
                <w:sz w:val="20"/>
                <w:szCs w:val="20"/>
                <w:lang w:val="es-CO"/>
              </w:rPr>
              <w:t>NER</w:t>
            </w:r>
          </w:p>
        </w:tc>
      </w:tr>
      <w:tr w:rsidR="007D67CD" w:rsidRPr="00A7565C" w:rsidTr="0080256E">
        <w:trPr>
          <w:trHeight w:val="105"/>
        </w:trPr>
        <w:tc>
          <w:tcPr>
            <w:tcW w:w="1694" w:type="dxa"/>
            <w:gridSpan w:val="2"/>
          </w:tcPr>
          <w:p w:rsidR="007D67CD" w:rsidRPr="00A7565C" w:rsidRDefault="007D67CD" w:rsidP="00B51902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>Grade:</w:t>
            </w:r>
            <w:r w:rsidR="002B629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2F4B32">
              <w:rPr>
                <w:rFonts w:ascii="Verdana" w:hAnsi="Verdana"/>
                <w:sz w:val="20"/>
                <w:szCs w:val="20"/>
              </w:rPr>
              <w:t>Kinder</w:t>
            </w:r>
          </w:p>
        </w:tc>
        <w:tc>
          <w:tcPr>
            <w:tcW w:w="4950" w:type="dxa"/>
            <w:gridSpan w:val="5"/>
          </w:tcPr>
          <w:p w:rsidR="0099767B" w:rsidRPr="0078334B" w:rsidRDefault="007D67CD" w:rsidP="00BE3E6A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 xml:space="preserve">Unit: </w:t>
            </w:r>
            <w:r w:rsidR="0068273A">
              <w:rPr>
                <w:rFonts w:ascii="Verdana" w:hAnsi="Verdana"/>
                <w:sz w:val="20"/>
                <w:szCs w:val="20"/>
              </w:rPr>
              <w:t>3</w:t>
            </w:r>
            <w:r w:rsidR="0078334B">
              <w:rPr>
                <w:rFonts w:ascii="Verdana" w:hAnsi="Verdana"/>
                <w:sz w:val="20"/>
                <w:szCs w:val="20"/>
              </w:rPr>
              <w:t xml:space="preserve">    </w:t>
            </w:r>
            <w:r w:rsidR="00C72907">
              <w:rPr>
                <w:rFonts w:ascii="Verdana" w:hAnsi="Verdana"/>
                <w:sz w:val="20"/>
                <w:szCs w:val="20"/>
              </w:rPr>
              <w:t>HANDLING DATA</w:t>
            </w:r>
            <w:r w:rsidR="00BE3E6A">
              <w:rPr>
                <w:rFonts w:ascii="Verdana" w:hAnsi="Verdana"/>
                <w:sz w:val="20"/>
                <w:szCs w:val="20"/>
              </w:rPr>
              <w:t xml:space="preserve"> Classification/</w:t>
            </w:r>
            <w:r w:rsidR="003577D0">
              <w:rPr>
                <w:rFonts w:ascii="Verdana" w:hAnsi="Verdana"/>
                <w:sz w:val="20"/>
                <w:szCs w:val="20"/>
              </w:rPr>
              <w:t>Class Inclusion</w:t>
            </w:r>
            <w:r w:rsidR="0068273A">
              <w:rPr>
                <w:rFonts w:ascii="Verdana" w:hAnsi="Verdana"/>
                <w:sz w:val="20"/>
                <w:szCs w:val="20"/>
              </w:rPr>
              <w:t xml:space="preserve">    </w:t>
            </w:r>
          </w:p>
        </w:tc>
        <w:tc>
          <w:tcPr>
            <w:tcW w:w="4555" w:type="dxa"/>
            <w:gridSpan w:val="5"/>
          </w:tcPr>
          <w:p w:rsidR="007D67CD" w:rsidRPr="00A7565C" w:rsidRDefault="00D95364" w:rsidP="00B51902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7D67CD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="007D67CD" w:rsidRPr="00A7565C">
              <w:rPr>
                <w:rFonts w:ascii="Verdana" w:hAnsi="Verdana"/>
                <w:b/>
                <w:sz w:val="16"/>
                <w:szCs w:val="16"/>
              </w:rPr>
              <w:t xml:space="preserve">Driving  </w:t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7D67CD" w:rsidRPr="00A7565C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20"/>
                <w:szCs w:val="20"/>
              </w:rPr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="007D67CD" w:rsidRPr="00A7565C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7D67CD" w:rsidRPr="00A7565C">
              <w:rPr>
                <w:rFonts w:ascii="Verdana" w:hAnsi="Verdana"/>
                <w:b/>
                <w:sz w:val="16"/>
                <w:szCs w:val="16"/>
              </w:rPr>
              <w:t xml:space="preserve">Supporting     </w:t>
            </w:r>
            <w:r w:rsidRPr="00341004">
              <w:rPr>
                <w:rFonts w:ascii="Verdana" w:hAnsi="Verdana"/>
                <w:b/>
                <w:sz w:val="18"/>
                <w:szCs w:val="20"/>
              </w:rPr>
              <w:fldChar w:fldCharType="begin">
                <w:ffData>
                  <w:name w:val="Casilla5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341004" w:rsidRPr="00341004">
              <w:rPr>
                <w:rFonts w:ascii="Verdana" w:hAnsi="Verdana"/>
                <w:b/>
                <w:sz w:val="18"/>
                <w:szCs w:val="20"/>
              </w:rPr>
              <w:instrText xml:space="preserve"> FORMCHECKBOX </w:instrText>
            </w:r>
            <w:r w:rsidRPr="00341004">
              <w:rPr>
                <w:rFonts w:ascii="Verdana" w:hAnsi="Verdana"/>
                <w:b/>
                <w:sz w:val="18"/>
                <w:szCs w:val="20"/>
              </w:rPr>
            </w:r>
            <w:r w:rsidRPr="00341004">
              <w:rPr>
                <w:rFonts w:ascii="Verdana" w:hAnsi="Verdana"/>
                <w:b/>
                <w:sz w:val="18"/>
                <w:szCs w:val="20"/>
              </w:rPr>
              <w:fldChar w:fldCharType="end"/>
            </w:r>
            <w:r w:rsidR="00517BEB">
              <w:rPr>
                <w:rFonts w:ascii="Verdana" w:hAnsi="Verdana"/>
                <w:b/>
                <w:sz w:val="16"/>
                <w:szCs w:val="16"/>
              </w:rPr>
              <w:t>Discipline-Specific</w:t>
            </w:r>
          </w:p>
        </w:tc>
      </w:tr>
      <w:tr w:rsidR="00B57B1C" w:rsidRPr="00A7565C" w:rsidTr="0080256E">
        <w:trPr>
          <w:trHeight w:val="414"/>
        </w:trPr>
        <w:tc>
          <w:tcPr>
            <w:tcW w:w="1411" w:type="dxa"/>
            <w:vMerge w:val="restart"/>
          </w:tcPr>
          <w:p w:rsidR="00B57B1C" w:rsidRPr="00A7565C" w:rsidRDefault="00B57B1C" w:rsidP="00B51902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Modality</w:t>
            </w:r>
          </w:p>
          <w:p w:rsidR="00B57B1C" w:rsidRPr="00A7565C" w:rsidRDefault="00B57B1C" w:rsidP="00B51902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p w:rsidR="00B57B1C" w:rsidRPr="00A7565C" w:rsidRDefault="00D95364" w:rsidP="00B51902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6A3CAD">
              <w:rPr>
                <w:rFonts w:ascii="Verdana" w:hAnsi="Verdana"/>
                <w:b/>
                <w:sz w:val="16"/>
                <w:szCs w:val="20"/>
              </w:rPr>
              <w:fldChar w:fldCharType="begin">
                <w:ffData>
                  <w:name w:val="Casilla5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6A3CAD" w:rsidRPr="006A3CAD">
              <w:rPr>
                <w:rFonts w:ascii="Verdana" w:hAnsi="Verdana"/>
                <w:b/>
                <w:sz w:val="16"/>
                <w:szCs w:val="20"/>
              </w:rPr>
              <w:instrText xml:space="preserve"> FORMCHECKBOX </w:instrText>
            </w:r>
            <w:r w:rsidRPr="006A3CAD">
              <w:rPr>
                <w:rFonts w:ascii="Verdana" w:hAnsi="Verdana"/>
                <w:b/>
                <w:sz w:val="16"/>
                <w:szCs w:val="20"/>
              </w:rPr>
            </w:r>
            <w:r w:rsidRPr="006A3CAD">
              <w:rPr>
                <w:rFonts w:ascii="Verdana" w:hAnsi="Verdana"/>
                <w:b/>
                <w:sz w:val="16"/>
                <w:szCs w:val="20"/>
              </w:rPr>
              <w:fldChar w:fldCharType="end"/>
            </w:r>
            <w:r w:rsidR="00B57B1C" w:rsidRPr="0078334B">
              <w:rPr>
                <w:rFonts w:ascii="Verdana" w:hAnsi="Verdana"/>
                <w:b/>
                <w:sz w:val="16"/>
                <w:szCs w:val="16"/>
              </w:rPr>
              <w:t>Visual</w:t>
            </w:r>
          </w:p>
          <w:bookmarkStart w:id="0" w:name="Casilla18"/>
          <w:p w:rsidR="00B57B1C" w:rsidRPr="00A7565C" w:rsidRDefault="00D95364" w:rsidP="00B51902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8334B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0"/>
            <w:r w:rsidR="00517BEB">
              <w:rPr>
                <w:rFonts w:ascii="Verdana" w:hAnsi="Verdana"/>
                <w:sz w:val="16"/>
                <w:szCs w:val="16"/>
              </w:rPr>
              <w:t>Kin</w:t>
            </w:r>
            <w:r w:rsidR="008B7EEC">
              <w:rPr>
                <w:rFonts w:ascii="Verdana" w:hAnsi="Verdana"/>
                <w:sz w:val="16"/>
                <w:szCs w:val="16"/>
              </w:rPr>
              <w:t>a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esthetic</w:t>
            </w:r>
          </w:p>
          <w:p w:rsidR="00B57B1C" w:rsidRPr="00A7565C" w:rsidRDefault="00D95364" w:rsidP="00B51902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8334B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proofErr w:type="spellStart"/>
            <w:r w:rsidR="00B57B1C" w:rsidRPr="00A7565C">
              <w:rPr>
                <w:rFonts w:ascii="Verdana" w:hAnsi="Verdana"/>
                <w:sz w:val="16"/>
                <w:szCs w:val="16"/>
              </w:rPr>
              <w:t>Auditive</w:t>
            </w:r>
            <w:proofErr w:type="spellEnd"/>
          </w:p>
          <w:p w:rsidR="00B57B1C" w:rsidRPr="00A7565C" w:rsidRDefault="00B57B1C" w:rsidP="00B51902">
            <w:pPr>
              <w:spacing w:after="0"/>
            </w:pPr>
          </w:p>
        </w:tc>
        <w:tc>
          <w:tcPr>
            <w:tcW w:w="1700" w:type="dxa"/>
            <w:gridSpan w:val="3"/>
            <w:vMerge w:val="restart"/>
          </w:tcPr>
          <w:p w:rsidR="00B57B1C" w:rsidRPr="00A7565C" w:rsidRDefault="00B57B1C" w:rsidP="00B51902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Style</w:t>
            </w:r>
          </w:p>
          <w:p w:rsidR="00067151" w:rsidRPr="00A7565C" w:rsidRDefault="00D95364" w:rsidP="00B51902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8334B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r w:rsidR="006A3CAD" w:rsidRPr="006A3CAD">
              <w:rPr>
                <w:rFonts w:ascii="Verdana" w:hAnsi="Verdana"/>
                <w:sz w:val="16"/>
                <w:szCs w:val="14"/>
              </w:rPr>
              <w:t>Prior Knowledge</w:t>
            </w:r>
          </w:p>
          <w:p w:rsidR="00B57B1C" w:rsidRPr="00A7565C" w:rsidRDefault="00D95364" w:rsidP="00B51902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" w:name="Casilla20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"/>
            <w:r w:rsidR="00B57B1C" w:rsidRPr="00A7565C">
              <w:rPr>
                <w:rFonts w:ascii="Verdana" w:hAnsi="Verdana"/>
                <w:sz w:val="16"/>
                <w:szCs w:val="16"/>
              </w:rPr>
              <w:t>Mastery</w:t>
            </w:r>
          </w:p>
          <w:p w:rsidR="00B57B1C" w:rsidRPr="00A7565C" w:rsidRDefault="00D95364" w:rsidP="00B51902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6A3CAD">
              <w:rPr>
                <w:rFonts w:ascii="Verdana" w:hAnsi="Verdana"/>
                <w:b/>
                <w:sz w:val="16"/>
                <w:szCs w:val="20"/>
              </w:rPr>
              <w:fldChar w:fldCharType="begin">
                <w:ffData>
                  <w:name w:val="Casilla5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6A3CAD" w:rsidRPr="006A3CAD">
              <w:rPr>
                <w:rFonts w:ascii="Verdana" w:hAnsi="Verdana"/>
                <w:b/>
                <w:sz w:val="16"/>
                <w:szCs w:val="20"/>
              </w:rPr>
              <w:instrText xml:space="preserve"> FORMCHECKBOX </w:instrText>
            </w:r>
            <w:r w:rsidRPr="006A3CAD">
              <w:rPr>
                <w:rFonts w:ascii="Verdana" w:hAnsi="Verdana"/>
                <w:b/>
                <w:sz w:val="16"/>
                <w:szCs w:val="20"/>
              </w:rPr>
            </w:r>
            <w:r w:rsidRPr="006A3CAD">
              <w:rPr>
                <w:rFonts w:ascii="Verdana" w:hAnsi="Verdana"/>
                <w:b/>
                <w:sz w:val="16"/>
                <w:szCs w:val="20"/>
              </w:rPr>
              <w:fldChar w:fldCharType="end"/>
            </w:r>
            <w:r w:rsidR="00B57B1C" w:rsidRPr="00067151">
              <w:rPr>
                <w:rFonts w:ascii="Verdana" w:hAnsi="Verdana"/>
                <w:b/>
                <w:sz w:val="16"/>
                <w:szCs w:val="16"/>
              </w:rPr>
              <w:t>Understanding</w:t>
            </w:r>
          </w:p>
          <w:p w:rsidR="00B57B1C" w:rsidRPr="00A7565C" w:rsidRDefault="00D95364" w:rsidP="00B51902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2" w:name="Casilla22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2"/>
            <w:r w:rsidR="00B57B1C" w:rsidRPr="00A7565C">
              <w:rPr>
                <w:rFonts w:ascii="Verdana" w:hAnsi="Verdana"/>
                <w:sz w:val="16"/>
                <w:szCs w:val="16"/>
              </w:rPr>
              <w:t>Interpersonal</w:t>
            </w:r>
          </w:p>
          <w:p w:rsidR="00B57B1C" w:rsidRPr="00A7565C" w:rsidRDefault="00D95364" w:rsidP="00B51902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asilla23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3"/>
            <w:r w:rsidR="00B57B1C" w:rsidRPr="00A7565C">
              <w:rPr>
                <w:rFonts w:ascii="Verdana" w:hAnsi="Verdana"/>
                <w:sz w:val="16"/>
                <w:szCs w:val="16"/>
              </w:rPr>
              <w:t>Self-expressive</w:t>
            </w:r>
          </w:p>
          <w:p w:rsidR="00B57B1C" w:rsidRPr="00A7565C" w:rsidRDefault="00B57B1C" w:rsidP="00B51902">
            <w:pPr>
              <w:spacing w:after="0"/>
            </w:pPr>
          </w:p>
        </w:tc>
        <w:tc>
          <w:tcPr>
            <w:tcW w:w="3540" w:type="dxa"/>
            <w:gridSpan w:val="4"/>
            <w:tcBorders>
              <w:bottom w:val="single" w:sz="4" w:space="0" w:color="FFFFFF"/>
            </w:tcBorders>
          </w:tcPr>
          <w:p w:rsidR="00B57B1C" w:rsidRPr="00B57B1C" w:rsidRDefault="00B57B1C" w:rsidP="00B51902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B57B1C">
              <w:rPr>
                <w:rFonts w:ascii="Verdana" w:hAnsi="Verdana"/>
                <w:b/>
                <w:sz w:val="16"/>
                <w:szCs w:val="16"/>
              </w:rPr>
              <w:t>Intelligences</w:t>
            </w:r>
            <w:proofErr w:type="spellEnd"/>
          </w:p>
        </w:tc>
        <w:tc>
          <w:tcPr>
            <w:tcW w:w="4548" w:type="dxa"/>
            <w:gridSpan w:val="4"/>
          </w:tcPr>
          <w:p w:rsidR="00517BEB" w:rsidRDefault="00B57B1C" w:rsidP="00B51902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ASSESSMENT </w:t>
            </w:r>
          </w:p>
          <w:p w:rsidR="00517BEB" w:rsidRPr="00517BEB" w:rsidRDefault="00517BEB" w:rsidP="00750DB7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D95364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8334B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D95364">
              <w:rPr>
                <w:rFonts w:ascii="Verdana" w:hAnsi="Verdana"/>
                <w:sz w:val="16"/>
                <w:szCs w:val="16"/>
              </w:rPr>
            </w:r>
            <w:r w:rsidR="00D95364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517BEB">
              <w:rPr>
                <w:rFonts w:ascii="Verdana" w:hAnsi="Verdana"/>
                <w:sz w:val="20"/>
                <w:szCs w:val="20"/>
              </w:rPr>
              <w:t>Diagnostic</w:t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750DB7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proofErr w:type="spellStart"/>
            <w:r w:rsidR="00750DB7">
              <w:rPr>
                <w:rFonts w:ascii="Verdana" w:hAnsi="Verdana"/>
                <w:b/>
                <w:sz w:val="20"/>
                <w:szCs w:val="20"/>
              </w:rPr>
              <w:t>X</w:t>
            </w:r>
            <w:r w:rsidR="00B57B1C" w:rsidRPr="00750DB7">
              <w:rPr>
                <w:rFonts w:ascii="Verdana" w:hAnsi="Verdana"/>
                <w:b/>
                <w:sz w:val="20"/>
                <w:szCs w:val="20"/>
              </w:rPr>
              <w:t>Formative</w:t>
            </w:r>
            <w:proofErr w:type="spellEnd"/>
            <w:r w:rsidR="00B57B1C" w:rsidRPr="00517BEB">
              <w:rPr>
                <w:rFonts w:ascii="Verdana" w:hAnsi="Verdana"/>
                <w:sz w:val="20"/>
                <w:szCs w:val="20"/>
              </w:rPr>
              <w:t xml:space="preserve"> </w:t>
            </w:r>
            <w:r w:rsidR="00750DB7">
              <w:rPr>
                <w:rFonts w:ascii="Verdana" w:hAnsi="Verdana"/>
                <w:sz w:val="20"/>
                <w:szCs w:val="20"/>
              </w:rPr>
              <w:t xml:space="preserve"> </w:t>
            </w:r>
            <w:r w:rsidR="00D95364" w:rsidRPr="00517BEB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D95364" w:rsidRPr="00517BEB">
              <w:rPr>
                <w:rFonts w:ascii="Verdana" w:hAnsi="Verdana"/>
                <w:b/>
                <w:sz w:val="20"/>
                <w:szCs w:val="20"/>
              </w:rPr>
            </w:r>
            <w:r w:rsidR="00D95364" w:rsidRPr="00517BEB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="00B57B1C" w:rsidRPr="00517BEB">
              <w:rPr>
                <w:rFonts w:ascii="Verdana" w:hAnsi="Verdana"/>
                <w:sz w:val="20"/>
                <w:szCs w:val="20"/>
              </w:rPr>
              <w:t>Summative</w:t>
            </w:r>
          </w:p>
        </w:tc>
      </w:tr>
      <w:tr w:rsidR="00B57B1C" w:rsidRPr="00A7565C" w:rsidTr="0080256E">
        <w:trPr>
          <w:trHeight w:val="1389"/>
        </w:trPr>
        <w:tc>
          <w:tcPr>
            <w:tcW w:w="1411" w:type="dxa"/>
            <w:vMerge/>
            <w:tcBorders>
              <w:bottom w:val="single" w:sz="4" w:space="0" w:color="auto"/>
            </w:tcBorders>
          </w:tcPr>
          <w:p w:rsidR="00B57B1C" w:rsidRPr="00A7565C" w:rsidRDefault="00B57B1C" w:rsidP="00B51902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700" w:type="dxa"/>
            <w:gridSpan w:val="3"/>
            <w:vMerge/>
            <w:tcBorders>
              <w:bottom w:val="single" w:sz="4" w:space="0" w:color="auto"/>
            </w:tcBorders>
          </w:tcPr>
          <w:p w:rsidR="00B57B1C" w:rsidRPr="00A7565C" w:rsidRDefault="00B57B1C" w:rsidP="00B51902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052" w:type="dxa"/>
            <w:tcBorders>
              <w:top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B57B1C" w:rsidRDefault="00D95364" w:rsidP="00B51902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6A3CAD">
              <w:rPr>
                <w:rFonts w:ascii="Verdana" w:hAnsi="Verdana"/>
                <w:b/>
                <w:sz w:val="16"/>
                <w:szCs w:val="20"/>
              </w:rPr>
              <w:fldChar w:fldCharType="begin">
                <w:ffData>
                  <w:name w:val="Casilla5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6A3CAD" w:rsidRPr="006A3CAD">
              <w:rPr>
                <w:rFonts w:ascii="Verdana" w:hAnsi="Verdana"/>
                <w:b/>
                <w:sz w:val="16"/>
                <w:szCs w:val="20"/>
              </w:rPr>
              <w:instrText xml:space="preserve"> FORMCHECKBOX </w:instrText>
            </w:r>
            <w:r w:rsidRPr="006A3CAD">
              <w:rPr>
                <w:rFonts w:ascii="Verdana" w:hAnsi="Verdana"/>
                <w:b/>
                <w:sz w:val="16"/>
                <w:szCs w:val="20"/>
              </w:rPr>
            </w:r>
            <w:r w:rsidRPr="006A3CAD">
              <w:rPr>
                <w:rFonts w:ascii="Verdana" w:hAnsi="Verdana"/>
                <w:b/>
                <w:sz w:val="16"/>
                <w:szCs w:val="20"/>
              </w:rPr>
              <w:fldChar w:fldCharType="end"/>
            </w:r>
            <w:r w:rsidR="00B57B1C" w:rsidRPr="0078334B">
              <w:rPr>
                <w:rFonts w:ascii="Verdana" w:hAnsi="Verdana"/>
                <w:b/>
                <w:sz w:val="16"/>
                <w:szCs w:val="16"/>
              </w:rPr>
              <w:t>Visual-Spatial</w:t>
            </w:r>
          </w:p>
          <w:p w:rsidR="00B57B1C" w:rsidRDefault="00D95364" w:rsidP="00B51902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4" w:name="Casilla24"/>
            <w:r w:rsidR="006A3CAD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4"/>
            <w:r w:rsidR="00B57B1C" w:rsidRPr="007A10BD">
              <w:rPr>
                <w:rFonts w:ascii="Verdana" w:hAnsi="Verdana"/>
                <w:sz w:val="16"/>
                <w:szCs w:val="16"/>
              </w:rPr>
              <w:t>Verbal-Linguistic</w:t>
            </w:r>
          </w:p>
          <w:p w:rsidR="00B57B1C" w:rsidRDefault="00D95364" w:rsidP="00B51902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5" w:name="Casilla26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5"/>
            <w:r w:rsidR="00517BEB">
              <w:rPr>
                <w:rFonts w:ascii="Verdana" w:hAnsi="Verdana"/>
                <w:sz w:val="16"/>
                <w:szCs w:val="16"/>
              </w:rPr>
              <w:t>Kin</w:t>
            </w:r>
            <w:r w:rsidR="008B7EEC">
              <w:rPr>
                <w:rFonts w:ascii="Verdana" w:hAnsi="Verdana"/>
                <w:sz w:val="16"/>
                <w:szCs w:val="16"/>
              </w:rPr>
              <w:t>a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esthetic</w:t>
            </w:r>
            <w:bookmarkStart w:id="6" w:name="Casilla30"/>
          </w:p>
          <w:bookmarkEnd w:id="6"/>
          <w:p w:rsidR="00B57B1C" w:rsidRDefault="00D95364" w:rsidP="00B51902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6A3CAD">
              <w:rPr>
                <w:rFonts w:ascii="Verdana" w:hAnsi="Verdana"/>
                <w:b/>
                <w:sz w:val="16"/>
                <w:szCs w:val="20"/>
              </w:rPr>
              <w:fldChar w:fldCharType="begin">
                <w:ffData>
                  <w:name w:val="Casilla5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6A3CAD" w:rsidRPr="006A3CAD">
              <w:rPr>
                <w:rFonts w:ascii="Verdana" w:hAnsi="Verdana"/>
                <w:b/>
                <w:sz w:val="16"/>
                <w:szCs w:val="20"/>
              </w:rPr>
              <w:instrText xml:space="preserve"> FORMCHECKBOX </w:instrText>
            </w:r>
            <w:r w:rsidRPr="006A3CAD">
              <w:rPr>
                <w:rFonts w:ascii="Verdana" w:hAnsi="Verdana"/>
                <w:b/>
                <w:sz w:val="16"/>
                <w:szCs w:val="20"/>
              </w:rPr>
            </w:r>
            <w:r w:rsidRPr="006A3CAD">
              <w:rPr>
                <w:rFonts w:ascii="Verdana" w:hAnsi="Verdana"/>
                <w:b/>
                <w:sz w:val="16"/>
                <w:szCs w:val="20"/>
              </w:rPr>
              <w:fldChar w:fldCharType="end"/>
            </w:r>
            <w:r w:rsidR="00B57B1C" w:rsidRPr="0078334B">
              <w:rPr>
                <w:rFonts w:ascii="Verdana" w:hAnsi="Verdana"/>
                <w:b/>
                <w:sz w:val="16"/>
                <w:szCs w:val="16"/>
              </w:rPr>
              <w:t>Logical-Mathematical</w:t>
            </w:r>
          </w:p>
          <w:p w:rsidR="00B57B1C" w:rsidRPr="00A7565C" w:rsidRDefault="00B57B1C" w:rsidP="00B51902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488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auto"/>
            </w:tcBorders>
          </w:tcPr>
          <w:p w:rsidR="00B57B1C" w:rsidRPr="00A7565C" w:rsidRDefault="00D95364" w:rsidP="00B51902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B57B1C" w:rsidRPr="00A7565C">
              <w:rPr>
                <w:rFonts w:ascii="Verdana" w:hAnsi="Verdana"/>
                <w:sz w:val="16"/>
                <w:szCs w:val="16"/>
              </w:rPr>
              <w:t xml:space="preserve"> Musical</w:t>
            </w:r>
          </w:p>
          <w:p w:rsidR="00B57B1C" w:rsidRPr="00A7565C" w:rsidRDefault="00D95364" w:rsidP="00B51902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B57B1C" w:rsidRPr="00A7565C">
              <w:rPr>
                <w:rFonts w:ascii="Verdana" w:hAnsi="Verdana"/>
                <w:sz w:val="16"/>
                <w:szCs w:val="16"/>
              </w:rPr>
              <w:t xml:space="preserve"> </w:t>
            </w:r>
            <w:r w:rsidR="00B57B1C" w:rsidRPr="006A3CAD">
              <w:rPr>
                <w:rFonts w:ascii="Verdana" w:hAnsi="Verdana"/>
                <w:sz w:val="16"/>
                <w:szCs w:val="16"/>
              </w:rPr>
              <w:t>Interpersonal</w:t>
            </w:r>
          </w:p>
          <w:p w:rsidR="00B57B1C" w:rsidRPr="00A7565C" w:rsidRDefault="00D95364" w:rsidP="00B51902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B57B1C" w:rsidRPr="00A7565C">
              <w:rPr>
                <w:rFonts w:ascii="Verdana" w:hAnsi="Verdana"/>
                <w:sz w:val="16"/>
                <w:szCs w:val="16"/>
              </w:rPr>
              <w:t xml:space="preserve"> Intrapersonal</w:t>
            </w:r>
          </w:p>
          <w:p w:rsidR="00B57B1C" w:rsidRPr="00A7565C" w:rsidRDefault="00D95364" w:rsidP="00B51902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B57B1C" w:rsidRPr="00A7565C">
              <w:rPr>
                <w:rFonts w:ascii="Verdana" w:hAnsi="Verdana"/>
                <w:sz w:val="16"/>
                <w:szCs w:val="16"/>
              </w:rPr>
              <w:t xml:space="preserve"> Naturalistic</w:t>
            </w:r>
          </w:p>
          <w:p w:rsidR="00B57B1C" w:rsidRPr="00A7565C" w:rsidRDefault="00B57B1C" w:rsidP="00B51902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548" w:type="dxa"/>
            <w:gridSpan w:val="2"/>
            <w:tcBorders>
              <w:bottom w:val="single" w:sz="4" w:space="0" w:color="auto"/>
            </w:tcBorders>
          </w:tcPr>
          <w:p w:rsidR="00B57B1C" w:rsidRPr="00A7565C" w:rsidRDefault="00B57B1C" w:rsidP="00B51902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A7565C">
              <w:rPr>
                <w:lang w:val="en-GB"/>
              </w:rPr>
              <w:t xml:space="preserve">      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Strategies</w:t>
            </w:r>
          </w:p>
          <w:p w:rsidR="00B57B1C" w:rsidRPr="00A7565C" w:rsidRDefault="0078334B" w:rsidP="00B51902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78334B">
              <w:rPr>
                <w:rFonts w:ascii="Verdana" w:hAnsi="Verdana"/>
                <w:b/>
                <w:sz w:val="16"/>
                <w:szCs w:val="16"/>
                <w:lang w:val="en-GB"/>
              </w:rPr>
              <w:t>X</w:t>
            </w:r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</w:t>
            </w:r>
            <w:r w:rsidR="00B57B1C" w:rsidRPr="0078334B">
              <w:rPr>
                <w:rFonts w:ascii="Verdana" w:hAnsi="Verdana"/>
                <w:b/>
                <w:sz w:val="16"/>
                <w:szCs w:val="16"/>
                <w:lang w:val="en-GB"/>
              </w:rPr>
              <w:t>Observation</w:t>
            </w:r>
          </w:p>
          <w:p w:rsidR="00B57B1C" w:rsidRPr="00A7565C" w:rsidRDefault="00D95364" w:rsidP="00B51902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asilla8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7"/>
            <w:r w:rsidR="000226A8">
              <w:rPr>
                <w:rFonts w:ascii="Verdana" w:hAnsi="Verdana"/>
                <w:sz w:val="16"/>
                <w:szCs w:val="16"/>
                <w:lang w:val="en-GB"/>
              </w:rPr>
              <w:t xml:space="preserve"> Performance Assessment</w:t>
            </w:r>
          </w:p>
          <w:p w:rsidR="00B57B1C" w:rsidRPr="00A7565C" w:rsidRDefault="00D95364" w:rsidP="00B51902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asilla9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8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Process-focused</w:t>
            </w:r>
          </w:p>
          <w:p w:rsidR="00B57B1C" w:rsidRPr="00A7565C" w:rsidRDefault="0078334B" w:rsidP="00B51902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>X</w:t>
            </w:r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</w:t>
            </w:r>
            <w:r w:rsidR="00B57B1C" w:rsidRPr="0078334B">
              <w:rPr>
                <w:rFonts w:ascii="Verdana" w:hAnsi="Verdana"/>
                <w:b/>
                <w:sz w:val="16"/>
                <w:szCs w:val="16"/>
                <w:lang w:val="en-GB"/>
              </w:rPr>
              <w:t>Selected response</w:t>
            </w:r>
          </w:p>
          <w:p w:rsidR="00B57B1C" w:rsidRPr="00F47BD0" w:rsidRDefault="00D95364" w:rsidP="00B51902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8334B" w:rsidRPr="0078334B">
              <w:rPr>
                <w:rFonts w:ascii="Verdana" w:hAnsi="Verdana"/>
                <w:sz w:val="16"/>
                <w:szCs w:val="16"/>
                <w:lang w:val="en-US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r w:rsidR="00A44AD0" w:rsidRPr="0080767B">
              <w:rPr>
                <w:rFonts w:ascii="Verdana" w:hAnsi="Verdana"/>
                <w:b/>
                <w:sz w:val="16"/>
                <w:szCs w:val="20"/>
                <w:lang w:val="en-US"/>
              </w:rPr>
              <w:t xml:space="preserve"> </w:t>
            </w:r>
            <w:r w:rsidR="00B57B1C" w:rsidRPr="0078334B">
              <w:rPr>
                <w:rFonts w:ascii="Verdana" w:hAnsi="Verdana"/>
                <w:sz w:val="16"/>
                <w:szCs w:val="16"/>
                <w:lang w:val="en-GB"/>
              </w:rPr>
              <w:t>Open-ended Task</w:t>
            </w:r>
          </w:p>
          <w:p w:rsidR="00B57B1C" w:rsidRPr="00A7565C" w:rsidRDefault="00B57B1C" w:rsidP="00B51902">
            <w:pPr>
              <w:pStyle w:val="Sinespaciado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="00D95364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0"/>
                  <w:enabled/>
                  <w:calcOnExit w:val="0"/>
                  <w:textInput/>
                </w:ffData>
              </w:fldChar>
            </w:r>
            <w:bookmarkStart w:id="9" w:name="Texto20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="00D95364"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="00D95364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="00D95364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9"/>
          </w:p>
        </w:tc>
        <w:tc>
          <w:tcPr>
            <w:tcW w:w="2000" w:type="dxa"/>
            <w:gridSpan w:val="2"/>
            <w:tcBorders>
              <w:bottom w:val="single" w:sz="4" w:space="0" w:color="auto"/>
            </w:tcBorders>
          </w:tcPr>
          <w:p w:rsidR="00B57B1C" w:rsidRPr="00A7565C" w:rsidRDefault="00B57B1C" w:rsidP="00B51902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     Tools</w:t>
            </w:r>
          </w:p>
          <w:p w:rsidR="00B57B1C" w:rsidRPr="00A7565C" w:rsidRDefault="00D95364" w:rsidP="00B51902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Casilla12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10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Rubric</w:t>
            </w:r>
          </w:p>
          <w:p w:rsidR="00F86DB7" w:rsidRDefault="00D95364" w:rsidP="00B51902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Casilla13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11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Exemplars</w:t>
            </w:r>
          </w:p>
          <w:p w:rsidR="00B57B1C" w:rsidRPr="00F86DB7" w:rsidRDefault="00F86DB7" w:rsidP="00B51902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D95364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D95364">
              <w:rPr>
                <w:rFonts w:ascii="Verdana" w:hAnsi="Verdana"/>
                <w:sz w:val="16"/>
                <w:szCs w:val="16"/>
              </w:rPr>
            </w:r>
            <w:r w:rsidR="00D95364">
              <w:rPr>
                <w:rFonts w:ascii="Verdana" w:hAnsi="Verdana"/>
                <w:sz w:val="16"/>
                <w:szCs w:val="16"/>
              </w:rPr>
              <w:fldChar w:fldCharType="end"/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78334B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B57B1C" w:rsidRPr="00F86DB7">
              <w:rPr>
                <w:rFonts w:ascii="Verdana" w:hAnsi="Verdana"/>
                <w:sz w:val="16"/>
                <w:szCs w:val="16"/>
              </w:rPr>
              <w:t>Checklist</w:t>
            </w:r>
          </w:p>
          <w:p w:rsidR="00B57B1C" w:rsidRPr="00F86DB7" w:rsidRDefault="00F86DB7" w:rsidP="00B51902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F86DB7">
              <w:rPr>
                <w:rFonts w:ascii="Verdana" w:hAnsi="Verdana"/>
                <w:b/>
                <w:sz w:val="14"/>
                <w:szCs w:val="16"/>
              </w:rPr>
              <w:t xml:space="preserve">   X </w:t>
            </w:r>
            <w:r w:rsidR="00B57B1C" w:rsidRPr="00F86DB7">
              <w:rPr>
                <w:rFonts w:ascii="Verdana" w:hAnsi="Verdana"/>
                <w:b/>
                <w:sz w:val="14"/>
                <w:szCs w:val="16"/>
              </w:rPr>
              <w:t>Anecdotal Records</w:t>
            </w:r>
          </w:p>
          <w:p w:rsidR="00B57B1C" w:rsidRPr="00A7565C" w:rsidRDefault="00D95364" w:rsidP="00B51902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Casilla16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2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Continuum</w:t>
            </w:r>
          </w:p>
          <w:p w:rsidR="00B57B1C" w:rsidRPr="00A7565C" w:rsidRDefault="00B57B1C" w:rsidP="00B51902">
            <w:pPr>
              <w:pStyle w:val="Sinespaciado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="00D95364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1"/>
                  <w:enabled/>
                  <w:calcOnExit w:val="0"/>
                  <w:textInput/>
                </w:ffData>
              </w:fldChar>
            </w:r>
            <w:bookmarkStart w:id="13" w:name="Texto21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="00D95364"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="00D95364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="00D95364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3"/>
          </w:p>
        </w:tc>
      </w:tr>
      <w:tr w:rsidR="00922918" w:rsidRPr="00A7565C" w:rsidTr="00C13CC2">
        <w:trPr>
          <w:trHeight w:val="1248"/>
        </w:trPr>
        <w:tc>
          <w:tcPr>
            <w:tcW w:w="6094" w:type="dxa"/>
            <w:gridSpan w:val="6"/>
          </w:tcPr>
          <w:p w:rsidR="009A31D5" w:rsidRDefault="00922918" w:rsidP="009A31D5">
            <w:pPr>
              <w:pStyle w:val="Prrafodelista"/>
              <w:ind w:left="0"/>
              <w:rPr>
                <w:rFonts w:ascii="Verdana" w:hAnsi="Verdana"/>
                <w:b/>
                <w:sz w:val="16"/>
                <w:szCs w:val="16"/>
              </w:rPr>
            </w:pPr>
            <w:r w:rsidRPr="0099767B">
              <w:rPr>
                <w:rFonts w:ascii="Verdana" w:hAnsi="Verdana"/>
                <w:b/>
                <w:sz w:val="16"/>
                <w:szCs w:val="16"/>
              </w:rPr>
              <w:t>Achievement Indicators</w:t>
            </w:r>
            <w:r w:rsidR="009A31D5">
              <w:rPr>
                <w:rFonts w:ascii="Verdana" w:hAnsi="Verdana"/>
                <w:b/>
                <w:sz w:val="16"/>
                <w:szCs w:val="16"/>
              </w:rPr>
              <w:t xml:space="preserve">: </w:t>
            </w:r>
            <w:r w:rsidR="00C02257">
              <w:rPr>
                <w:rFonts w:ascii="Verdana" w:hAnsi="Verdana"/>
                <w:b/>
                <w:sz w:val="16"/>
                <w:szCs w:val="16"/>
              </w:rPr>
              <w:t>Makes reasonable and correct predictions about possible outcomes.</w:t>
            </w:r>
          </w:p>
          <w:p w:rsidR="00C02257" w:rsidRDefault="00C02257" w:rsidP="009A31D5">
            <w:pPr>
              <w:pStyle w:val="Prrafodelista"/>
              <w:ind w:left="0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Identifies and names all 2 D shapes that can be made from 3 D shapes and justifies answers.</w:t>
            </w:r>
          </w:p>
          <w:p w:rsidR="00C02257" w:rsidRDefault="00C02257" w:rsidP="009A31D5">
            <w:pPr>
              <w:pStyle w:val="Prrafodelista"/>
              <w:ind w:left="0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Complete symmetrical designs using concrete material and makes graphic representations of them.</w:t>
            </w:r>
          </w:p>
          <w:p w:rsidR="00796FD9" w:rsidRPr="00C02257" w:rsidRDefault="00C02257" w:rsidP="000C6C05">
            <w:pPr>
              <w:pStyle w:val="Prrafodelista"/>
              <w:ind w:left="0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Using objects tell number stories for some combinations of number 10.</w:t>
            </w:r>
          </w:p>
        </w:tc>
        <w:tc>
          <w:tcPr>
            <w:tcW w:w="5105" w:type="dxa"/>
            <w:gridSpan w:val="6"/>
          </w:tcPr>
          <w:p w:rsidR="0078334B" w:rsidRPr="00AF2897" w:rsidRDefault="00922918" w:rsidP="0078334B">
            <w:pPr>
              <w:pStyle w:val="Sinespaciado"/>
              <w:rPr>
                <w:rFonts w:ascii="Verdana" w:hAnsi="Verdana"/>
                <w:sz w:val="16"/>
                <w:szCs w:val="16"/>
                <w:lang w:val="en-US"/>
              </w:rPr>
            </w:pPr>
            <w:r w:rsidRPr="0099767B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Skills: </w:t>
            </w:r>
            <w:r w:rsidR="003577D0">
              <w:rPr>
                <w:rFonts w:ascii="Verdana" w:hAnsi="Verdana"/>
                <w:sz w:val="16"/>
                <w:szCs w:val="16"/>
                <w:lang w:val="en-US"/>
              </w:rPr>
              <w:t>-Thinking S</w:t>
            </w:r>
            <w:r w:rsidR="0078334B" w:rsidRPr="00AF2897">
              <w:rPr>
                <w:rFonts w:ascii="Verdana" w:hAnsi="Verdana"/>
                <w:sz w:val="16"/>
                <w:szCs w:val="16"/>
                <w:lang w:val="en-US"/>
              </w:rPr>
              <w:t>kills</w:t>
            </w:r>
          </w:p>
          <w:p w:rsidR="00922918" w:rsidRPr="0099767B" w:rsidRDefault="003577D0" w:rsidP="003577D0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 xml:space="preserve">           -S</w:t>
            </w:r>
            <w:r w:rsidR="0078334B" w:rsidRPr="00AF2897">
              <w:rPr>
                <w:rFonts w:ascii="Verdana" w:hAnsi="Verdana"/>
                <w:sz w:val="16"/>
                <w:szCs w:val="16"/>
                <w:lang w:val="en-US"/>
              </w:rPr>
              <w:t xml:space="preserve">patial 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>A</w:t>
            </w:r>
            <w:r w:rsidR="0078334B" w:rsidRPr="00AF2897">
              <w:rPr>
                <w:rFonts w:ascii="Verdana" w:hAnsi="Verdana"/>
                <w:sz w:val="16"/>
                <w:szCs w:val="16"/>
                <w:lang w:val="en-US"/>
              </w:rPr>
              <w:t xml:space="preserve">wareness                       </w:t>
            </w:r>
          </w:p>
        </w:tc>
      </w:tr>
      <w:tr w:rsidR="0080256E" w:rsidRPr="00A7565C" w:rsidTr="0080256E">
        <w:trPr>
          <w:trHeight w:val="228"/>
        </w:trPr>
        <w:tc>
          <w:tcPr>
            <w:tcW w:w="6094" w:type="dxa"/>
            <w:gridSpan w:val="6"/>
            <w:vMerge w:val="restart"/>
          </w:tcPr>
          <w:p w:rsidR="009A31D5" w:rsidRDefault="0080256E" w:rsidP="009A31D5">
            <w:pPr>
              <w:pStyle w:val="Sinespaciado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>Materials:</w:t>
            </w:r>
            <w:r w:rsidR="009A31D5"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  <w:r w:rsidR="000C6C05">
              <w:rPr>
                <w:rFonts w:ascii="Verdana" w:hAnsi="Verdana"/>
                <w:sz w:val="16"/>
                <w:szCs w:val="16"/>
                <w:lang w:val="en-US"/>
              </w:rPr>
              <w:t>according to each station.</w:t>
            </w:r>
          </w:p>
          <w:p w:rsidR="0080256E" w:rsidRPr="00A44AD0" w:rsidRDefault="0080256E" w:rsidP="003577D0">
            <w:pPr>
              <w:pStyle w:val="Sinespaciado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3"/>
            <w:vMerge w:val="restart"/>
          </w:tcPr>
          <w:p w:rsidR="0080256E" w:rsidRPr="00B85E77" w:rsidRDefault="0080256E" w:rsidP="00B51902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B85E77">
              <w:rPr>
                <w:rFonts w:ascii="Verdana" w:hAnsi="Verdana"/>
                <w:b/>
                <w:sz w:val="16"/>
                <w:szCs w:val="16"/>
                <w:lang w:val="en-US"/>
              </w:rPr>
              <w:t>Grouping</w:t>
            </w:r>
          </w:p>
          <w:p w:rsidR="0080256E" w:rsidRPr="00672D89" w:rsidRDefault="00672D89" w:rsidP="00B51902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b/>
                <w:sz w:val="16"/>
                <w:szCs w:val="16"/>
              </w:rPr>
            </w:pPr>
            <w:r w:rsidRPr="00672D89">
              <w:rPr>
                <w:rFonts w:ascii="Century Gothic" w:hAnsi="Century Gothic"/>
                <w:b/>
                <w:sz w:val="16"/>
                <w:szCs w:val="16"/>
              </w:rPr>
              <w:t xml:space="preserve">X  </w:t>
            </w:r>
            <w:r w:rsidR="0080256E" w:rsidRPr="00672D89">
              <w:rPr>
                <w:rFonts w:ascii="Century Gothic" w:hAnsi="Century Gothic"/>
                <w:b/>
                <w:sz w:val="16"/>
                <w:szCs w:val="16"/>
              </w:rPr>
              <w:t xml:space="preserve"> </w:t>
            </w:r>
            <w:r w:rsidR="0080256E" w:rsidRPr="00672D89">
              <w:rPr>
                <w:rFonts w:ascii="Verdana" w:hAnsi="Verdana"/>
                <w:b/>
                <w:sz w:val="16"/>
                <w:szCs w:val="16"/>
              </w:rPr>
              <w:t>Individual</w:t>
            </w:r>
          </w:p>
          <w:p w:rsidR="0080256E" w:rsidRPr="0080256E" w:rsidRDefault="00D95364" w:rsidP="00B51902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="0080256E" w:rsidRPr="0080256E">
              <w:rPr>
                <w:rFonts w:ascii="Verdana" w:hAnsi="Verdana"/>
                <w:sz w:val="16"/>
                <w:szCs w:val="16"/>
              </w:rPr>
              <w:t>Pairs</w:t>
            </w:r>
          </w:p>
          <w:p w:rsidR="0080256E" w:rsidRPr="0080256E" w:rsidRDefault="00D95364" w:rsidP="00B51902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="0080256E" w:rsidRPr="0080256E">
              <w:rPr>
                <w:rFonts w:ascii="Verdana" w:hAnsi="Verdana"/>
                <w:sz w:val="16"/>
                <w:szCs w:val="16"/>
              </w:rPr>
              <w:t>Small group</w:t>
            </w:r>
          </w:p>
          <w:p w:rsidR="0080256E" w:rsidRPr="0080256E" w:rsidRDefault="00D95364" w:rsidP="00B51902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="0080256E" w:rsidRPr="00A44AD0">
              <w:rPr>
                <w:rFonts w:ascii="Verdana" w:hAnsi="Verdana"/>
                <w:sz w:val="16"/>
                <w:szCs w:val="16"/>
              </w:rPr>
              <w:t>Half group</w:t>
            </w:r>
          </w:p>
          <w:p w:rsidR="0080256E" w:rsidRPr="00C13CC2" w:rsidRDefault="00D95364" w:rsidP="00B51902">
            <w:pPr>
              <w:spacing w:after="0" w:line="240" w:lineRule="auto"/>
              <w:rPr>
                <w:rFonts w:ascii="Verdana" w:hAnsi="Verdana"/>
                <w:color w:val="C0504D"/>
                <w:sz w:val="16"/>
                <w:szCs w:val="16"/>
                <w:lang w:val="en-US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72D89"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="0080256E" w:rsidRPr="0080256E">
              <w:rPr>
                <w:rFonts w:ascii="Verdana" w:hAnsi="Verdana"/>
                <w:sz w:val="16"/>
                <w:szCs w:val="16"/>
              </w:rPr>
              <w:t>Whole group</w:t>
            </w:r>
          </w:p>
        </w:tc>
        <w:tc>
          <w:tcPr>
            <w:tcW w:w="3546" w:type="dxa"/>
            <w:gridSpan w:val="3"/>
            <w:tcBorders>
              <w:bottom w:val="single" w:sz="4" w:space="0" w:color="FFFFFF"/>
            </w:tcBorders>
          </w:tcPr>
          <w:p w:rsidR="0080256E" w:rsidRPr="00C13CC2" w:rsidRDefault="0080256E" w:rsidP="00B51902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8C0BB5">
              <w:rPr>
                <w:rFonts w:ascii="Verdana" w:hAnsi="Verdana"/>
                <w:b/>
                <w:sz w:val="16"/>
                <w:szCs w:val="16"/>
                <w:lang w:val="en-US"/>
              </w:rPr>
              <w:t>Co-teaching</w:t>
            </w:r>
          </w:p>
        </w:tc>
      </w:tr>
      <w:tr w:rsidR="0080256E" w:rsidRPr="00A7565C" w:rsidTr="000F48C0">
        <w:trPr>
          <w:trHeight w:val="574"/>
        </w:trPr>
        <w:tc>
          <w:tcPr>
            <w:tcW w:w="6094" w:type="dxa"/>
            <w:gridSpan w:val="6"/>
            <w:vMerge/>
            <w:tcBorders>
              <w:bottom w:val="single" w:sz="4" w:space="0" w:color="auto"/>
            </w:tcBorders>
          </w:tcPr>
          <w:p w:rsidR="0080256E" w:rsidRPr="00B85E77" w:rsidRDefault="0080256E" w:rsidP="00B51902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3"/>
            <w:vMerge/>
          </w:tcPr>
          <w:p w:rsidR="0080256E" w:rsidRPr="00B85E77" w:rsidRDefault="0080256E" w:rsidP="00B51902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FFFFFF"/>
              <w:right w:val="single" w:sz="4" w:space="0" w:color="FFFFFF"/>
            </w:tcBorders>
          </w:tcPr>
          <w:p w:rsidR="0080256E" w:rsidRDefault="0080256E" w:rsidP="00B51902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Whole group</w:t>
            </w:r>
          </w:p>
          <w:p w:rsidR="0080256E" w:rsidRDefault="00D95364" w:rsidP="00B51902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One teach-one drift</w:t>
            </w:r>
          </w:p>
          <w:p w:rsidR="0080256E" w:rsidRDefault="00D95364" w:rsidP="00B51902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One teach-one observe</w:t>
            </w:r>
          </w:p>
          <w:p w:rsidR="0080256E" w:rsidRDefault="00D95364" w:rsidP="00B51902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72D89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One teach-one assist</w:t>
            </w:r>
          </w:p>
          <w:p w:rsidR="0080256E" w:rsidRPr="00B85E77" w:rsidRDefault="00D95364" w:rsidP="00B51902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 w:rsidRPr="007A10BD">
              <w:rPr>
                <w:rFonts w:ascii="Verdana" w:hAnsi="Verdana"/>
                <w:sz w:val="16"/>
                <w:szCs w:val="16"/>
                <w:lang w:val="en-GB"/>
              </w:rPr>
              <w:t>Team-teaching</w:t>
            </w:r>
          </w:p>
        </w:tc>
        <w:tc>
          <w:tcPr>
            <w:tcW w:w="1278" w:type="dxa"/>
            <w:vMerge w:val="restart"/>
            <w:tcBorders>
              <w:top w:val="single" w:sz="4" w:space="0" w:color="FFFFFF"/>
              <w:left w:val="single" w:sz="4" w:space="0" w:color="FFFFFF"/>
            </w:tcBorders>
          </w:tcPr>
          <w:p w:rsidR="0080256E" w:rsidRPr="000226A8" w:rsidRDefault="0080256E" w:rsidP="00B51902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0226A8">
              <w:rPr>
                <w:rFonts w:ascii="Verdana" w:hAnsi="Verdana"/>
                <w:b/>
                <w:sz w:val="16"/>
                <w:szCs w:val="16"/>
                <w:lang w:val="en-GB"/>
              </w:rPr>
              <w:t>Small Group</w:t>
            </w:r>
          </w:p>
          <w:p w:rsidR="0080256E" w:rsidRPr="00870D07" w:rsidRDefault="00870D07" w:rsidP="00B51902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</w:t>
            </w:r>
            <w:r w:rsidR="0080256E" w:rsidRPr="00870D07">
              <w:rPr>
                <w:rFonts w:ascii="Verdana" w:hAnsi="Verdana"/>
                <w:b/>
                <w:sz w:val="16"/>
                <w:szCs w:val="16"/>
                <w:lang w:val="en-GB"/>
              </w:rPr>
              <w:t>Alternative</w:t>
            </w:r>
          </w:p>
          <w:p w:rsidR="0080256E" w:rsidRPr="00870D07" w:rsidRDefault="00D95364" w:rsidP="00B51902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70D07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 w:rsidRPr="00870D07">
              <w:rPr>
                <w:rFonts w:ascii="Verdana" w:hAnsi="Verdana"/>
                <w:sz w:val="16"/>
                <w:szCs w:val="16"/>
                <w:lang w:val="en-GB"/>
              </w:rPr>
              <w:t>Parallel</w:t>
            </w:r>
          </w:p>
          <w:p w:rsidR="0080256E" w:rsidRDefault="00D95364" w:rsidP="00B51902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Stations</w:t>
            </w:r>
          </w:p>
          <w:p w:rsidR="0080256E" w:rsidRPr="00B85E77" w:rsidRDefault="0080256E" w:rsidP="00B51902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</w:tr>
      <w:tr w:rsidR="0080256E" w:rsidRPr="00A7565C" w:rsidTr="000F48C0">
        <w:trPr>
          <w:trHeight w:val="412"/>
        </w:trPr>
        <w:tc>
          <w:tcPr>
            <w:tcW w:w="2948" w:type="dxa"/>
            <w:gridSpan w:val="3"/>
            <w:tcBorders>
              <w:bottom w:val="single" w:sz="4" w:space="0" w:color="auto"/>
            </w:tcBorders>
          </w:tcPr>
          <w:p w:rsidR="0080256E" w:rsidRPr="00AD30AD" w:rsidRDefault="0080256E" w:rsidP="00412EF4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AD30AD">
              <w:rPr>
                <w:rFonts w:ascii="Verdana" w:hAnsi="Verdana"/>
                <w:b/>
                <w:sz w:val="16"/>
                <w:szCs w:val="16"/>
                <w:lang w:val="en-US"/>
              </w:rPr>
              <w:t>Date:</w:t>
            </w:r>
            <w:r w:rsidR="00340A2B" w:rsidRPr="00AD30AD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</w:t>
            </w:r>
            <w:r w:rsidR="000C6C05">
              <w:rPr>
                <w:rFonts w:ascii="Verdana" w:hAnsi="Verdana"/>
                <w:sz w:val="16"/>
                <w:szCs w:val="16"/>
                <w:lang w:val="en-US"/>
              </w:rPr>
              <w:t>Week 30</w:t>
            </w:r>
            <w:r w:rsidR="000E3EF9"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3146" w:type="dxa"/>
            <w:gridSpan w:val="3"/>
            <w:tcBorders>
              <w:bottom w:val="single" w:sz="4" w:space="0" w:color="auto"/>
            </w:tcBorders>
          </w:tcPr>
          <w:p w:rsidR="000C6C05" w:rsidRDefault="0080256E" w:rsidP="000C6C05">
            <w:pPr>
              <w:pStyle w:val="Sinespaciado"/>
              <w:ind w:left="39"/>
              <w:rPr>
                <w:rFonts w:ascii="Verdana" w:hAnsi="Verdana"/>
                <w:sz w:val="16"/>
                <w:szCs w:val="16"/>
                <w:lang w:val="en-US"/>
              </w:rPr>
            </w:pPr>
            <w:r w:rsidRPr="00AD30AD">
              <w:rPr>
                <w:rFonts w:ascii="Verdana" w:hAnsi="Verdana"/>
                <w:b/>
                <w:sz w:val="16"/>
                <w:szCs w:val="16"/>
                <w:lang w:val="en-US"/>
              </w:rPr>
              <w:t>Time:</w:t>
            </w:r>
            <w:r w:rsidR="000C6C05">
              <w:rPr>
                <w:rFonts w:ascii="Verdana" w:hAnsi="Verdana"/>
                <w:b/>
                <w:sz w:val="16"/>
                <w:szCs w:val="16"/>
                <w:lang w:val="en-US"/>
              </w:rPr>
              <w:t>20 min. for each station</w:t>
            </w:r>
          </w:p>
          <w:p w:rsidR="00672D89" w:rsidRPr="00672D89" w:rsidRDefault="00672D89" w:rsidP="00B51902">
            <w:pPr>
              <w:pStyle w:val="Sinespaciado"/>
              <w:ind w:left="39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3"/>
            <w:vMerge/>
            <w:tcBorders>
              <w:bottom w:val="single" w:sz="4" w:space="0" w:color="auto"/>
            </w:tcBorders>
          </w:tcPr>
          <w:p w:rsidR="0080256E" w:rsidRPr="00B85E77" w:rsidRDefault="0080256E" w:rsidP="00B51902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/>
            <w:tcBorders>
              <w:bottom w:val="single" w:sz="4" w:space="0" w:color="auto"/>
              <w:right w:val="single" w:sz="4" w:space="0" w:color="FFFFFF"/>
            </w:tcBorders>
          </w:tcPr>
          <w:p w:rsidR="0080256E" w:rsidRDefault="0080256E" w:rsidP="00B51902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  <w:tc>
          <w:tcPr>
            <w:tcW w:w="1278" w:type="dxa"/>
            <w:vMerge/>
            <w:tcBorders>
              <w:left w:val="single" w:sz="4" w:space="0" w:color="FFFFFF"/>
              <w:bottom w:val="single" w:sz="4" w:space="0" w:color="auto"/>
            </w:tcBorders>
          </w:tcPr>
          <w:p w:rsidR="0080256E" w:rsidRPr="000226A8" w:rsidRDefault="0080256E" w:rsidP="00B51902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</w:tr>
      <w:tr w:rsidR="0080256E" w:rsidRPr="00A7565C" w:rsidTr="00AD30AD">
        <w:trPr>
          <w:trHeight w:val="64"/>
        </w:trPr>
        <w:tc>
          <w:tcPr>
            <w:tcW w:w="11199" w:type="dxa"/>
            <w:gridSpan w:val="12"/>
          </w:tcPr>
          <w:p w:rsidR="0080256E" w:rsidRDefault="0080256E" w:rsidP="00B51902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517BEB">
              <w:rPr>
                <w:rFonts w:ascii="Verdana" w:hAnsi="Verdana"/>
                <w:b/>
                <w:sz w:val="16"/>
                <w:szCs w:val="16"/>
                <w:lang w:val="en-GB"/>
              </w:rPr>
              <w:t>Description</w:t>
            </w:r>
          </w:p>
          <w:p w:rsidR="000C6C05" w:rsidRDefault="000C6C05" w:rsidP="00C0225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  <w:p w:rsidR="000C6C05" w:rsidRDefault="000C6C05" w:rsidP="00B51902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  <w:p w:rsidR="000C6C05" w:rsidRDefault="000C6C05" w:rsidP="00B51902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ROTATIONS </w:t>
            </w:r>
            <w:r w:rsidR="00CC357A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</w:t>
            </w: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MATHS DAY</w:t>
            </w:r>
            <w:r w:rsidR="00CC357A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</w:t>
            </w: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ACTIVITY</w:t>
            </w:r>
          </w:p>
          <w:p w:rsidR="00853AD5" w:rsidRDefault="00853AD5" w:rsidP="00B51902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  <w:p w:rsidR="00853AD5" w:rsidRDefault="00853AD5" w:rsidP="00B51902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  <w:p w:rsidR="00CC357A" w:rsidRDefault="00CC357A" w:rsidP="00CC357A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  <w:p w:rsidR="00CC357A" w:rsidRPr="00CC357A" w:rsidRDefault="00CC357A" w:rsidP="00CC357A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>Date: April 8</w:t>
            </w:r>
            <w:r w:rsidRPr="00CC357A">
              <w:rPr>
                <w:rFonts w:ascii="Verdana" w:hAnsi="Verdana"/>
                <w:sz w:val="16"/>
                <w:szCs w:val="16"/>
                <w:vertAlign w:val="superscript"/>
                <w:lang w:val="en-GB"/>
              </w:rPr>
              <w:t>th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 2011 </w:t>
            </w:r>
          </w:p>
          <w:p w:rsidR="00853AD5" w:rsidRPr="00853AD5" w:rsidRDefault="00853AD5" w:rsidP="00853AD5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853AD5">
              <w:rPr>
                <w:rFonts w:ascii="Verdana" w:hAnsi="Verdana"/>
                <w:sz w:val="16"/>
                <w:szCs w:val="16"/>
                <w:lang w:val="en-GB"/>
              </w:rPr>
              <w:t>This activity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 will be done in</w:t>
            </w:r>
            <w:r w:rsidR="00CC357A">
              <w:rPr>
                <w:rFonts w:ascii="Verdana" w:hAnsi="Verdana"/>
                <w:sz w:val="16"/>
                <w:szCs w:val="16"/>
                <w:lang w:val="en-GB"/>
              </w:rPr>
              <w:t xml:space="preserve"> </w:t>
            </w:r>
            <w:proofErr w:type="spellStart"/>
            <w:r w:rsidR="00CC357A">
              <w:rPr>
                <w:rFonts w:ascii="Verdana" w:hAnsi="Verdana"/>
                <w:sz w:val="16"/>
                <w:szCs w:val="16"/>
                <w:lang w:val="en-GB"/>
              </w:rPr>
              <w:t>bloque</w:t>
            </w:r>
            <w:proofErr w:type="spellEnd"/>
            <w:r w:rsidR="00CC357A">
              <w:rPr>
                <w:rFonts w:ascii="Verdana" w:hAnsi="Verdana"/>
                <w:sz w:val="16"/>
                <w:szCs w:val="16"/>
                <w:lang w:val="en-GB"/>
              </w:rPr>
              <w:t xml:space="preserve"> A</w:t>
            </w:r>
          </w:p>
          <w:p w:rsidR="00853AD5" w:rsidRDefault="00853AD5" w:rsidP="00853AD5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853AD5">
              <w:rPr>
                <w:rFonts w:ascii="Verdana" w:hAnsi="Verdana"/>
                <w:sz w:val="16"/>
                <w:szCs w:val="16"/>
                <w:lang w:val="en-GB"/>
              </w:rPr>
              <w:t>Each st</w:t>
            </w:r>
            <w:r w:rsidR="00C60409">
              <w:rPr>
                <w:rFonts w:ascii="Verdana" w:hAnsi="Verdana"/>
                <w:sz w:val="16"/>
                <w:szCs w:val="16"/>
                <w:lang w:val="en-GB"/>
              </w:rPr>
              <w:t>ation will take 20 minutes and 5</w:t>
            </w:r>
            <w:r w:rsidRPr="00853AD5">
              <w:rPr>
                <w:rFonts w:ascii="Verdana" w:hAnsi="Verdana"/>
                <w:sz w:val="16"/>
                <w:szCs w:val="16"/>
                <w:lang w:val="en-GB"/>
              </w:rPr>
              <w:t xml:space="preserve"> minutes for each rotation</w:t>
            </w:r>
          </w:p>
          <w:p w:rsidR="00CC357A" w:rsidRDefault="00CC357A" w:rsidP="00853AD5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>All this games are already described in the  “</w:t>
            </w:r>
            <w:proofErr w:type="spellStart"/>
            <w:r>
              <w:rPr>
                <w:rFonts w:ascii="Verdana" w:hAnsi="Verdana"/>
                <w:sz w:val="16"/>
                <w:szCs w:val="16"/>
                <w:lang w:val="en-GB"/>
              </w:rPr>
              <w:t>Matelúdicas</w:t>
            </w:r>
            <w:proofErr w:type="spellEnd"/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 games”  document handed us by </w:t>
            </w:r>
            <w:r w:rsidR="001A1ED3">
              <w:rPr>
                <w:rFonts w:ascii="Verdana" w:hAnsi="Verdana"/>
                <w:sz w:val="16"/>
                <w:szCs w:val="16"/>
                <w:lang w:val="en-GB"/>
              </w:rPr>
              <w:t>Vicky</w:t>
            </w:r>
          </w:p>
          <w:p w:rsidR="001A1ED3" w:rsidRDefault="001A1ED3" w:rsidP="00853AD5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853AD5" w:rsidRPr="00853AD5" w:rsidRDefault="001A1ED3" w:rsidP="00853AD5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>We can start at 7:40 and 2</w:t>
            </w:r>
            <w:r w:rsidRPr="001A1ED3">
              <w:rPr>
                <w:rFonts w:ascii="Verdana" w:hAnsi="Verdana"/>
                <w:sz w:val="16"/>
                <w:szCs w:val="16"/>
                <w:vertAlign w:val="superscript"/>
                <w:lang w:val="en-GB"/>
              </w:rPr>
              <w:t>nd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 station at 8:05, 3</w:t>
            </w:r>
            <w:r w:rsidRPr="001A1ED3">
              <w:rPr>
                <w:rFonts w:ascii="Verdana" w:hAnsi="Verdana"/>
                <w:sz w:val="16"/>
                <w:szCs w:val="16"/>
                <w:vertAlign w:val="superscript"/>
                <w:lang w:val="en-GB"/>
              </w:rPr>
              <w:t>rd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 Station at 8:25 and the 4</w:t>
            </w:r>
            <w:r w:rsidRPr="001A1ED3">
              <w:rPr>
                <w:rFonts w:ascii="Verdana" w:hAnsi="Verdana"/>
                <w:sz w:val="16"/>
                <w:szCs w:val="16"/>
                <w:vertAlign w:val="superscript"/>
                <w:lang w:val="en-GB"/>
              </w:rPr>
              <w:t>th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 station at 8: 40. Finally in each classroom is important to reflect with children about the stations and how did they feel about?</w:t>
            </w:r>
          </w:p>
          <w:p w:rsidR="00853AD5" w:rsidRDefault="00853AD5" w:rsidP="00B51902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  <w:p w:rsidR="000C6C05" w:rsidRDefault="000C6C05" w:rsidP="00B51902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  <w:p w:rsidR="000C6C05" w:rsidRDefault="000C6C05" w:rsidP="00B51902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  <w:p w:rsidR="00CC357A" w:rsidRDefault="000C6C05" w:rsidP="000C6C05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0C6C05">
              <w:rPr>
                <w:rFonts w:ascii="Verdana" w:hAnsi="Verdana"/>
                <w:b/>
                <w:sz w:val="16"/>
                <w:szCs w:val="16"/>
                <w:u w:val="single"/>
                <w:lang w:val="en-GB"/>
              </w:rPr>
              <w:t>STATION 1</w:t>
            </w:r>
            <w:r>
              <w:rPr>
                <w:rFonts w:ascii="Verdana" w:hAnsi="Verdana"/>
                <w:b/>
                <w:sz w:val="16"/>
                <w:szCs w:val="16"/>
                <w:u w:val="single"/>
                <w:lang w:val="en-GB"/>
              </w:rPr>
              <w:t>: PREDICTIONS</w:t>
            </w:r>
            <w:r w:rsidR="00853AD5">
              <w:rPr>
                <w:rFonts w:ascii="Verdana" w:hAnsi="Verdana"/>
                <w:b/>
                <w:sz w:val="16"/>
                <w:szCs w:val="16"/>
                <w:u w:val="single"/>
                <w:lang w:val="en-GB"/>
              </w:rPr>
              <w:t xml:space="preserve">: </w:t>
            </w:r>
            <w:r w:rsidR="00853AD5">
              <w:rPr>
                <w:rFonts w:ascii="Verdana" w:hAnsi="Verdana"/>
                <w:sz w:val="16"/>
                <w:szCs w:val="16"/>
                <w:lang w:val="en-GB"/>
              </w:rPr>
              <w:t xml:space="preserve"> </w:t>
            </w:r>
            <w:r w:rsidR="00853AD5" w:rsidRPr="00853AD5">
              <w:rPr>
                <w:rFonts w:ascii="Verdana" w:hAnsi="Verdana"/>
                <w:b/>
                <w:sz w:val="16"/>
                <w:szCs w:val="16"/>
                <w:lang w:val="en-GB"/>
              </w:rPr>
              <w:t>(RK)</w:t>
            </w:r>
            <w:r w:rsidR="00853AD5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</w:t>
            </w:r>
            <w:r w:rsidR="00853AD5">
              <w:rPr>
                <w:rFonts w:ascii="Verdana" w:hAnsi="Verdana"/>
                <w:sz w:val="16"/>
                <w:szCs w:val="16"/>
                <w:lang w:val="en-GB"/>
              </w:rPr>
              <w:t>concrete material with 2 or 3</w:t>
            </w:r>
            <w:r w:rsidR="00CC357A">
              <w:rPr>
                <w:rFonts w:ascii="Verdana" w:hAnsi="Verdana"/>
                <w:sz w:val="16"/>
                <w:szCs w:val="16"/>
                <w:lang w:val="en-GB"/>
              </w:rPr>
              <w:t xml:space="preserve"> different colour</w:t>
            </w:r>
            <w:r w:rsidR="00853AD5">
              <w:rPr>
                <w:rFonts w:ascii="Verdana" w:hAnsi="Verdana"/>
                <w:sz w:val="16"/>
                <w:szCs w:val="16"/>
                <w:lang w:val="en-GB"/>
              </w:rPr>
              <w:t xml:space="preserve"> Multilink cubes</w:t>
            </w:r>
            <w:r w:rsidR="001A1ED3">
              <w:rPr>
                <w:rFonts w:ascii="Verdana" w:hAnsi="Verdana"/>
                <w:sz w:val="16"/>
                <w:szCs w:val="16"/>
                <w:lang w:val="en-GB"/>
              </w:rPr>
              <w:t xml:space="preserve"> and with dice with ice creams, jelly and </w:t>
            </w:r>
            <w:r w:rsidR="00C60409">
              <w:rPr>
                <w:rFonts w:ascii="Verdana" w:hAnsi="Verdana"/>
                <w:sz w:val="16"/>
                <w:szCs w:val="16"/>
                <w:lang w:val="en-GB"/>
              </w:rPr>
              <w:t>“</w:t>
            </w:r>
            <w:proofErr w:type="spellStart"/>
            <w:r w:rsidR="001A1ED3">
              <w:rPr>
                <w:rFonts w:ascii="Verdana" w:hAnsi="Verdana"/>
                <w:sz w:val="16"/>
                <w:szCs w:val="16"/>
                <w:lang w:val="en-GB"/>
              </w:rPr>
              <w:t>pale</w:t>
            </w:r>
            <w:r w:rsidR="00C60409">
              <w:rPr>
                <w:rFonts w:ascii="Verdana" w:hAnsi="Verdana"/>
                <w:sz w:val="16"/>
                <w:szCs w:val="16"/>
                <w:lang w:val="en-GB"/>
              </w:rPr>
              <w:t>tas</w:t>
            </w:r>
            <w:proofErr w:type="spellEnd"/>
            <w:r w:rsidR="00C60409">
              <w:rPr>
                <w:rFonts w:ascii="Verdana" w:hAnsi="Verdana"/>
                <w:sz w:val="16"/>
                <w:szCs w:val="16"/>
                <w:lang w:val="en-GB"/>
              </w:rPr>
              <w:t>”</w:t>
            </w:r>
            <w:r w:rsidR="001A1ED3">
              <w:rPr>
                <w:rFonts w:ascii="Verdana" w:hAnsi="Verdana"/>
                <w:sz w:val="16"/>
                <w:szCs w:val="16"/>
                <w:lang w:val="en-GB"/>
              </w:rPr>
              <w:t xml:space="preserve"> </w:t>
            </w:r>
          </w:p>
          <w:p w:rsidR="000C6C05" w:rsidRPr="00853AD5" w:rsidRDefault="00853AD5" w:rsidP="000C6C05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 </w:t>
            </w:r>
          </w:p>
          <w:p w:rsidR="000C6C05" w:rsidRDefault="000C6C05" w:rsidP="000C6C05">
            <w:pPr>
              <w:pStyle w:val="Sinespaciado"/>
              <w:rPr>
                <w:rFonts w:ascii="Verdana" w:hAnsi="Verdana"/>
                <w:b/>
                <w:sz w:val="16"/>
                <w:szCs w:val="16"/>
                <w:u w:val="single"/>
                <w:lang w:val="en-GB"/>
              </w:rPr>
            </w:pPr>
          </w:p>
          <w:p w:rsidR="000C6C05" w:rsidRDefault="000C6C05" w:rsidP="000C6C05">
            <w:pPr>
              <w:pStyle w:val="Sinespaciado"/>
              <w:rPr>
                <w:rFonts w:ascii="Verdana" w:hAnsi="Verdana"/>
                <w:b/>
                <w:sz w:val="16"/>
                <w:szCs w:val="16"/>
                <w:u w:val="single"/>
                <w:lang w:val="en-GB"/>
              </w:rPr>
            </w:pPr>
          </w:p>
          <w:p w:rsidR="000C6C05" w:rsidRDefault="000C6C05" w:rsidP="000C6C05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u w:val="single"/>
                <w:lang w:val="en-GB"/>
              </w:rPr>
              <w:t>STATION 2: 2 D SHAPES</w:t>
            </w:r>
            <w:r w:rsidR="00853AD5">
              <w:rPr>
                <w:rFonts w:ascii="Verdana" w:hAnsi="Verdana"/>
                <w:b/>
                <w:sz w:val="16"/>
                <w:szCs w:val="16"/>
                <w:u w:val="single"/>
                <w:lang w:val="en-GB"/>
              </w:rPr>
              <w:t>:</w:t>
            </w:r>
            <w:r w:rsidR="00853AD5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(GK) </w:t>
            </w:r>
            <w:r w:rsidR="00853AD5">
              <w:rPr>
                <w:rFonts w:ascii="Verdana" w:hAnsi="Verdana"/>
                <w:sz w:val="16"/>
                <w:szCs w:val="16"/>
                <w:lang w:val="en-GB"/>
              </w:rPr>
              <w:t>from the</w:t>
            </w:r>
            <w:r w:rsidR="00CC357A">
              <w:rPr>
                <w:rFonts w:ascii="Verdana" w:hAnsi="Verdana"/>
                <w:sz w:val="16"/>
                <w:szCs w:val="16"/>
                <w:lang w:val="en-GB"/>
              </w:rPr>
              <w:t xml:space="preserve"> wood</w:t>
            </w:r>
            <w:r w:rsidR="00853AD5">
              <w:rPr>
                <w:rFonts w:ascii="Verdana" w:hAnsi="Verdana"/>
                <w:sz w:val="16"/>
                <w:szCs w:val="16"/>
                <w:lang w:val="en-GB"/>
              </w:rPr>
              <w:t xml:space="preserve"> three D shapes</w:t>
            </w:r>
          </w:p>
          <w:p w:rsidR="00CC357A" w:rsidRDefault="00CC357A" w:rsidP="000C6C05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CC357A" w:rsidRPr="00853AD5" w:rsidRDefault="00CC357A" w:rsidP="000C6C05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0C6C05" w:rsidRDefault="000C6C05" w:rsidP="000C6C05">
            <w:pPr>
              <w:pStyle w:val="Sinespaciado"/>
              <w:rPr>
                <w:rFonts w:ascii="Verdana" w:hAnsi="Verdana"/>
                <w:b/>
                <w:sz w:val="16"/>
                <w:szCs w:val="16"/>
                <w:u w:val="single"/>
                <w:lang w:val="en-GB"/>
              </w:rPr>
            </w:pPr>
          </w:p>
          <w:p w:rsidR="000C6C05" w:rsidRDefault="000C6C05" w:rsidP="000C6C05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u w:val="single"/>
                <w:lang w:val="en-GB"/>
              </w:rPr>
              <w:t xml:space="preserve">STATION 3: </w:t>
            </w:r>
            <w:r w:rsidR="00853AD5">
              <w:rPr>
                <w:rFonts w:ascii="Verdana" w:hAnsi="Verdana"/>
                <w:b/>
                <w:sz w:val="16"/>
                <w:szCs w:val="16"/>
                <w:u w:val="single"/>
                <w:lang w:val="en-GB"/>
              </w:rPr>
              <w:t>SYMMETRY (</w:t>
            </w:r>
            <w:r w:rsidR="00853AD5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YK) </w:t>
            </w:r>
            <w:r w:rsidR="00853AD5">
              <w:rPr>
                <w:rFonts w:ascii="Verdana" w:hAnsi="Verdana"/>
                <w:sz w:val="16"/>
                <w:szCs w:val="16"/>
                <w:lang w:val="en-GB"/>
              </w:rPr>
              <w:t xml:space="preserve">work in pairs with </w:t>
            </w:r>
            <w:r w:rsidR="00853AD5" w:rsidRPr="00853AD5">
              <w:rPr>
                <w:rFonts w:ascii="Verdana" w:hAnsi="Verdana"/>
                <w:sz w:val="16"/>
                <w:szCs w:val="16"/>
                <w:lang w:val="en-GB"/>
              </w:rPr>
              <w:t xml:space="preserve"> </w:t>
            </w:r>
            <w:r w:rsidR="00853AD5">
              <w:rPr>
                <w:rFonts w:ascii="Verdana" w:hAnsi="Verdana"/>
                <w:sz w:val="16"/>
                <w:szCs w:val="16"/>
                <w:lang w:val="en-GB"/>
              </w:rPr>
              <w:t xml:space="preserve">their bodies playing to be the mirror of </w:t>
            </w:r>
            <w:r w:rsidR="00CC357A">
              <w:rPr>
                <w:rFonts w:ascii="Verdana" w:hAnsi="Verdana"/>
                <w:sz w:val="16"/>
                <w:szCs w:val="16"/>
                <w:lang w:val="en-GB"/>
              </w:rPr>
              <w:t>the</w:t>
            </w:r>
            <w:r w:rsidR="00853AD5">
              <w:rPr>
                <w:rFonts w:ascii="Verdana" w:hAnsi="Verdana"/>
                <w:sz w:val="16"/>
                <w:szCs w:val="16"/>
                <w:lang w:val="en-GB"/>
              </w:rPr>
              <w:t xml:space="preserve"> partner</w:t>
            </w:r>
          </w:p>
          <w:p w:rsidR="00CC357A" w:rsidRDefault="00CC357A" w:rsidP="000C6C05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CC357A" w:rsidRPr="00853AD5" w:rsidRDefault="00CC357A" w:rsidP="000C6C05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853AD5" w:rsidRDefault="00853AD5" w:rsidP="000C6C05">
            <w:pPr>
              <w:pStyle w:val="Sinespaciado"/>
              <w:rPr>
                <w:rFonts w:ascii="Verdana" w:hAnsi="Verdana"/>
                <w:b/>
                <w:sz w:val="16"/>
                <w:szCs w:val="16"/>
                <w:u w:val="single"/>
                <w:lang w:val="en-GB"/>
              </w:rPr>
            </w:pPr>
          </w:p>
          <w:p w:rsidR="00853AD5" w:rsidRDefault="00853AD5" w:rsidP="000C6C05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u w:val="single"/>
                <w:lang w:val="en-GB"/>
              </w:rPr>
              <w:t>STATION 4:  EQUIVALENCES</w:t>
            </w: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(BK) </w:t>
            </w:r>
            <w:r w:rsidRPr="00853AD5">
              <w:rPr>
                <w:rFonts w:ascii="Verdana" w:hAnsi="Verdana"/>
                <w:sz w:val="16"/>
                <w:szCs w:val="16"/>
                <w:lang w:val="en-GB"/>
              </w:rPr>
              <w:t>Little</w:t>
            </w: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</w:t>
            </w:r>
            <w:r w:rsidRPr="00853AD5">
              <w:rPr>
                <w:rFonts w:ascii="Verdana" w:hAnsi="Verdana"/>
                <w:sz w:val="16"/>
                <w:szCs w:val="16"/>
                <w:lang w:val="en-GB"/>
              </w:rPr>
              <w:t>houses with rods eg, With 2 rods make determined value of any rod</w:t>
            </w: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.</w:t>
            </w:r>
          </w:p>
          <w:p w:rsidR="00CC357A" w:rsidRDefault="00CC357A" w:rsidP="000C6C05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  <w:p w:rsidR="00CC357A" w:rsidRDefault="00CC357A" w:rsidP="000C6C05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  <w:p w:rsidR="00CC357A" w:rsidRDefault="00CC357A" w:rsidP="000C6C05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  <w:p w:rsidR="00CC357A" w:rsidRDefault="00CC357A" w:rsidP="000C6C05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  <w:p w:rsidR="00CC357A" w:rsidRDefault="00CC357A" w:rsidP="000C6C05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CC357A">
              <w:rPr>
                <w:rFonts w:ascii="Verdana" w:hAnsi="Verdana"/>
                <w:sz w:val="16"/>
                <w:szCs w:val="16"/>
                <w:lang w:val="en-GB"/>
              </w:rPr>
              <w:t>RK is going to be in charge of the bell</w:t>
            </w:r>
          </w:p>
          <w:p w:rsidR="00CC357A" w:rsidRDefault="00CC357A" w:rsidP="000C6C05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CC357A" w:rsidRPr="00CC357A" w:rsidRDefault="00CC357A" w:rsidP="000C6C05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>Each class starts in their own classroom.</w:t>
            </w:r>
          </w:p>
          <w:p w:rsidR="00CC357A" w:rsidRDefault="00CC357A" w:rsidP="000C6C05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  <w:p w:rsidR="00CC357A" w:rsidRDefault="00CC357A" w:rsidP="000C6C05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  <w:p w:rsidR="00CC357A" w:rsidRDefault="00CC357A" w:rsidP="000C6C05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  <w:p w:rsidR="00CC357A" w:rsidRPr="00853AD5" w:rsidRDefault="00CC357A" w:rsidP="000C6C05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</w:tr>
    </w:tbl>
    <w:p w:rsidR="002E3F4B" w:rsidRPr="00A7565C" w:rsidRDefault="002E3F4B" w:rsidP="00B51902">
      <w:pPr>
        <w:pStyle w:val="Sinespaciado"/>
        <w:rPr>
          <w:lang w:val="en-GB"/>
        </w:rPr>
      </w:pPr>
    </w:p>
    <w:sectPr w:rsidR="002E3F4B" w:rsidRPr="00A7565C" w:rsidSect="0067753B">
      <w:footerReference w:type="default" r:id="rId9"/>
      <w:pgSz w:w="12240" w:h="15840" w:code="1"/>
      <w:pgMar w:top="302" w:right="302" w:bottom="302" w:left="1411" w:header="706" w:footer="11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5955" w:rsidRDefault="00C85955" w:rsidP="001C6238">
      <w:pPr>
        <w:spacing w:after="0" w:line="240" w:lineRule="auto"/>
      </w:pPr>
      <w:r>
        <w:separator/>
      </w:r>
    </w:p>
  </w:endnote>
  <w:endnote w:type="continuationSeparator" w:id="0">
    <w:p w:rsidR="00C85955" w:rsidRDefault="00C85955" w:rsidP="001C62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6238" w:rsidRPr="001C6238" w:rsidRDefault="001C6238">
    <w:pPr>
      <w:pStyle w:val="Piedepgina"/>
      <w:rPr>
        <w:lang w:val="es-CO"/>
      </w:rPr>
    </w:pPr>
    <w:r>
      <w:rPr>
        <w:lang w:val="es-CO"/>
      </w:rPr>
      <w:t xml:space="preserve">DE-PC-FT-19                                                         </w:t>
    </w:r>
    <w:proofErr w:type="spellStart"/>
    <w:r>
      <w:rPr>
        <w:lang w:val="es-CO"/>
      </w:rPr>
      <w:t>Version</w:t>
    </w:r>
    <w:proofErr w:type="spellEnd"/>
    <w:r>
      <w:rPr>
        <w:lang w:val="es-CO"/>
      </w:rPr>
      <w:t xml:space="preserve"> 1                                               Edición Enero 2009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5955" w:rsidRDefault="00C85955" w:rsidP="001C6238">
      <w:pPr>
        <w:spacing w:after="0" w:line="240" w:lineRule="auto"/>
      </w:pPr>
      <w:r>
        <w:separator/>
      </w:r>
    </w:p>
  </w:footnote>
  <w:footnote w:type="continuationSeparator" w:id="0">
    <w:p w:rsidR="00C85955" w:rsidRDefault="00C85955" w:rsidP="001C62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7D1A6C"/>
    <w:multiLevelType w:val="hybridMultilevel"/>
    <w:tmpl w:val="511E86BA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D3A1BB8"/>
    <w:multiLevelType w:val="hybridMultilevel"/>
    <w:tmpl w:val="12989E18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1910B3E"/>
    <w:multiLevelType w:val="hybridMultilevel"/>
    <w:tmpl w:val="8F4CC97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0D69C0"/>
    <w:multiLevelType w:val="hybridMultilevel"/>
    <w:tmpl w:val="81EEE94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C040E0"/>
    <w:multiLevelType w:val="hybridMultilevel"/>
    <w:tmpl w:val="0FE8A1E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4F784A"/>
    <w:multiLevelType w:val="hybridMultilevel"/>
    <w:tmpl w:val="4008DF0E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FC1EF4"/>
    <w:multiLevelType w:val="hybridMultilevel"/>
    <w:tmpl w:val="6304FFC2"/>
    <w:lvl w:ilvl="0" w:tplc="4ECE9E3A">
      <w:start w:val="1"/>
      <w:numFmt w:val="bullet"/>
      <w:lvlText w:val="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8AD494E"/>
    <w:multiLevelType w:val="hybridMultilevel"/>
    <w:tmpl w:val="330E08EE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7EFD0C49"/>
    <w:multiLevelType w:val="hybridMultilevel"/>
    <w:tmpl w:val="8F0C5D0A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4"/>
  </w:num>
  <w:num w:numId="6">
    <w:abstractNumId w:val="7"/>
  </w:num>
  <w:num w:numId="7">
    <w:abstractNumId w:val="8"/>
  </w:num>
  <w:num w:numId="8">
    <w:abstractNumId w:val="0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attachedTemplate r:id="rId1"/>
  <w:documentProtection w:edit="forms" w:enforcement="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94888"/>
    <w:rsid w:val="000006D2"/>
    <w:rsid w:val="000178B9"/>
    <w:rsid w:val="000226A8"/>
    <w:rsid w:val="00052C6C"/>
    <w:rsid w:val="000555DB"/>
    <w:rsid w:val="00067151"/>
    <w:rsid w:val="00072A54"/>
    <w:rsid w:val="00090EB1"/>
    <w:rsid w:val="000A7AE7"/>
    <w:rsid w:val="000B23F5"/>
    <w:rsid w:val="000B7713"/>
    <w:rsid w:val="000C6C05"/>
    <w:rsid w:val="000E3EF9"/>
    <w:rsid w:val="000F189E"/>
    <w:rsid w:val="000F48C0"/>
    <w:rsid w:val="00184625"/>
    <w:rsid w:val="001A0619"/>
    <w:rsid w:val="001A1ED3"/>
    <w:rsid w:val="001B42FF"/>
    <w:rsid w:val="001C1C2C"/>
    <w:rsid w:val="001C6238"/>
    <w:rsid w:val="001D26B1"/>
    <w:rsid w:val="0021744B"/>
    <w:rsid w:val="00245C00"/>
    <w:rsid w:val="00264F1B"/>
    <w:rsid w:val="002700F6"/>
    <w:rsid w:val="0027057D"/>
    <w:rsid w:val="002B629B"/>
    <w:rsid w:val="002E3F4B"/>
    <w:rsid w:val="002E4666"/>
    <w:rsid w:val="002E6E87"/>
    <w:rsid w:val="002F1647"/>
    <w:rsid w:val="002F4B32"/>
    <w:rsid w:val="00324CB2"/>
    <w:rsid w:val="00332D6B"/>
    <w:rsid w:val="00336BC2"/>
    <w:rsid w:val="00340A2B"/>
    <w:rsid w:val="00341004"/>
    <w:rsid w:val="003577D0"/>
    <w:rsid w:val="00366713"/>
    <w:rsid w:val="00375E4E"/>
    <w:rsid w:val="003D423E"/>
    <w:rsid w:val="003F6014"/>
    <w:rsid w:val="00412EF4"/>
    <w:rsid w:val="00417B73"/>
    <w:rsid w:val="00444F69"/>
    <w:rsid w:val="0045721A"/>
    <w:rsid w:val="0045757F"/>
    <w:rsid w:val="00517BEB"/>
    <w:rsid w:val="00533200"/>
    <w:rsid w:val="00546A2A"/>
    <w:rsid w:val="00563540"/>
    <w:rsid w:val="005650E7"/>
    <w:rsid w:val="00584EDA"/>
    <w:rsid w:val="00593529"/>
    <w:rsid w:val="005C3779"/>
    <w:rsid w:val="005C490D"/>
    <w:rsid w:val="005D6070"/>
    <w:rsid w:val="006160D0"/>
    <w:rsid w:val="006226D5"/>
    <w:rsid w:val="00672D89"/>
    <w:rsid w:val="0067753B"/>
    <w:rsid w:val="00681FB3"/>
    <w:rsid w:val="0068211C"/>
    <w:rsid w:val="0068273A"/>
    <w:rsid w:val="00693BD7"/>
    <w:rsid w:val="006A3CAD"/>
    <w:rsid w:val="006C46C4"/>
    <w:rsid w:val="006F03D5"/>
    <w:rsid w:val="00706028"/>
    <w:rsid w:val="00734D1B"/>
    <w:rsid w:val="00750DB7"/>
    <w:rsid w:val="0077504E"/>
    <w:rsid w:val="0078334B"/>
    <w:rsid w:val="007864D7"/>
    <w:rsid w:val="00796FD9"/>
    <w:rsid w:val="007A10BD"/>
    <w:rsid w:val="007A26EE"/>
    <w:rsid w:val="007D67CD"/>
    <w:rsid w:val="007E3435"/>
    <w:rsid w:val="007F4D1D"/>
    <w:rsid w:val="0080256E"/>
    <w:rsid w:val="0080767B"/>
    <w:rsid w:val="00812B19"/>
    <w:rsid w:val="00831EB3"/>
    <w:rsid w:val="008441A0"/>
    <w:rsid w:val="00847570"/>
    <w:rsid w:val="0085348E"/>
    <w:rsid w:val="00853AD5"/>
    <w:rsid w:val="00854683"/>
    <w:rsid w:val="0086190D"/>
    <w:rsid w:val="00870D07"/>
    <w:rsid w:val="008822C8"/>
    <w:rsid w:val="00887C1C"/>
    <w:rsid w:val="00894888"/>
    <w:rsid w:val="00895DDA"/>
    <w:rsid w:val="008B0A28"/>
    <w:rsid w:val="008B1F0B"/>
    <w:rsid w:val="008B7EEC"/>
    <w:rsid w:val="008C2CD5"/>
    <w:rsid w:val="008C60E5"/>
    <w:rsid w:val="008F5EF7"/>
    <w:rsid w:val="008F6DF4"/>
    <w:rsid w:val="009176BC"/>
    <w:rsid w:val="0092225C"/>
    <w:rsid w:val="00922918"/>
    <w:rsid w:val="009340E7"/>
    <w:rsid w:val="00972B7E"/>
    <w:rsid w:val="00986230"/>
    <w:rsid w:val="00996666"/>
    <w:rsid w:val="0099767B"/>
    <w:rsid w:val="009A31D5"/>
    <w:rsid w:val="009A3E65"/>
    <w:rsid w:val="009E463F"/>
    <w:rsid w:val="00A06615"/>
    <w:rsid w:val="00A34F65"/>
    <w:rsid w:val="00A356DA"/>
    <w:rsid w:val="00A44AD0"/>
    <w:rsid w:val="00A5492B"/>
    <w:rsid w:val="00A7565C"/>
    <w:rsid w:val="00A8397A"/>
    <w:rsid w:val="00A9309F"/>
    <w:rsid w:val="00AB5AC1"/>
    <w:rsid w:val="00AD30AD"/>
    <w:rsid w:val="00AE210E"/>
    <w:rsid w:val="00AF07BE"/>
    <w:rsid w:val="00B043D3"/>
    <w:rsid w:val="00B24D90"/>
    <w:rsid w:val="00B262F8"/>
    <w:rsid w:val="00B51902"/>
    <w:rsid w:val="00B57B1C"/>
    <w:rsid w:val="00B72BA3"/>
    <w:rsid w:val="00B742F3"/>
    <w:rsid w:val="00B8591B"/>
    <w:rsid w:val="00B85E77"/>
    <w:rsid w:val="00BB50E7"/>
    <w:rsid w:val="00BC6023"/>
    <w:rsid w:val="00BE3E6A"/>
    <w:rsid w:val="00BF1380"/>
    <w:rsid w:val="00C02257"/>
    <w:rsid w:val="00C13CC2"/>
    <w:rsid w:val="00C26857"/>
    <w:rsid w:val="00C60409"/>
    <w:rsid w:val="00C72907"/>
    <w:rsid w:val="00C85955"/>
    <w:rsid w:val="00C937FC"/>
    <w:rsid w:val="00CA3DD0"/>
    <w:rsid w:val="00CA7C1C"/>
    <w:rsid w:val="00CB7A87"/>
    <w:rsid w:val="00CC357A"/>
    <w:rsid w:val="00CD747E"/>
    <w:rsid w:val="00CE18E9"/>
    <w:rsid w:val="00D04D88"/>
    <w:rsid w:val="00D5473C"/>
    <w:rsid w:val="00D72149"/>
    <w:rsid w:val="00D95364"/>
    <w:rsid w:val="00DC4BF8"/>
    <w:rsid w:val="00E22C66"/>
    <w:rsid w:val="00E56309"/>
    <w:rsid w:val="00E6737C"/>
    <w:rsid w:val="00EC0111"/>
    <w:rsid w:val="00ED4773"/>
    <w:rsid w:val="00ED64F2"/>
    <w:rsid w:val="00F20647"/>
    <w:rsid w:val="00F21DE8"/>
    <w:rsid w:val="00F35B3C"/>
    <w:rsid w:val="00F35EFB"/>
    <w:rsid w:val="00F40610"/>
    <w:rsid w:val="00F47BD0"/>
    <w:rsid w:val="00F51A8D"/>
    <w:rsid w:val="00F561B2"/>
    <w:rsid w:val="00F65F87"/>
    <w:rsid w:val="00F86DB7"/>
    <w:rsid w:val="00FA7643"/>
    <w:rsid w:val="00FC3F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F4B"/>
    <w:pPr>
      <w:spacing w:after="200" w:line="276" w:lineRule="auto"/>
    </w:pPr>
    <w:rPr>
      <w:sz w:val="22"/>
      <w:szCs w:val="22"/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6F03D5"/>
    <w:rPr>
      <w:rFonts w:eastAsia="Times New Roman"/>
      <w:sz w:val="22"/>
      <w:szCs w:val="22"/>
      <w:lang w:val="es-CO" w:eastAsia="es-CO"/>
    </w:rPr>
  </w:style>
  <w:style w:type="paragraph" w:styleId="Prrafodelista">
    <w:name w:val="List Paragraph"/>
    <w:basedOn w:val="Normal"/>
    <w:uiPriority w:val="34"/>
    <w:qFormat/>
    <w:rsid w:val="000226A8"/>
    <w:pPr>
      <w:ind w:left="720"/>
      <w:contextualSpacing/>
    </w:pPr>
    <w:rPr>
      <w:lang w:val="en-US"/>
    </w:rPr>
  </w:style>
  <w:style w:type="paragraph" w:styleId="Encabezado">
    <w:name w:val="header"/>
    <w:basedOn w:val="Normal"/>
    <w:link w:val="EncabezadoC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1C6238"/>
    <w:rPr>
      <w:sz w:val="22"/>
      <w:szCs w:val="22"/>
      <w:lang w:val="en-GB" w:eastAsia="en-US"/>
    </w:rPr>
  </w:style>
  <w:style w:type="paragraph" w:styleId="Piedepgina">
    <w:name w:val="footer"/>
    <w:basedOn w:val="Normal"/>
    <w:link w:val="PiedepginaC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1C6238"/>
    <w:rPr>
      <w:sz w:val="22"/>
      <w:szCs w:val="22"/>
      <w:lang w:val="en-GB"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A7C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A7C1C"/>
    <w:rPr>
      <w:rFonts w:ascii="Tahoma" w:hAnsi="Tahoma" w:cs="Tahoma"/>
      <w:sz w:val="16"/>
      <w:szCs w:val="16"/>
      <w:lang w:val="en-GB"/>
    </w:rPr>
  </w:style>
  <w:style w:type="table" w:styleId="Tablaconcuadrcula">
    <w:name w:val="Table Grid"/>
    <w:basedOn w:val="Tablanormal"/>
    <w:uiPriority w:val="59"/>
    <w:rsid w:val="0092225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oordinacion\Desktop\New%20Folder\Learning%20Experience%20Planner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9290BE-43E8-4950-A968-DC2B99D866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Learning Experience Planner Template.dotx</Template>
  <TotalTime>8</TotalTime>
  <Pages>2</Pages>
  <Words>480</Words>
  <Characters>2645</Characters>
  <Application>Microsoft Office Word</Application>
  <DocSecurity>0</DocSecurity>
  <Lines>22</Lines>
  <Paragraphs>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3119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Coordinacion</dc:creator>
  <cp:lastModifiedBy>usuario</cp:lastModifiedBy>
  <cp:revision>2</cp:revision>
  <cp:lastPrinted>2009-01-26T13:55:00Z</cp:lastPrinted>
  <dcterms:created xsi:type="dcterms:W3CDTF">2011-04-03T19:50:00Z</dcterms:created>
  <dcterms:modified xsi:type="dcterms:W3CDTF">2011-04-03T19:50:00Z</dcterms:modified>
</cp:coreProperties>
</file>